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A4" w:rsidRPr="00A859AA" w:rsidRDefault="00207BCB" w:rsidP="00A4605B">
      <w:pPr>
        <w:ind w:left="360"/>
        <w:rPr>
          <w:b/>
          <w:lang w:val="es-VE"/>
        </w:rPr>
      </w:pPr>
      <w:r w:rsidRPr="00A859AA">
        <w:rPr>
          <w:b/>
          <w:lang w:val="es-VE"/>
        </w:rPr>
        <w:t>Site Address:</w:t>
      </w:r>
    </w:p>
    <w:p w:rsidR="00207BC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CA.LA ELECTRICIDAD DE CARACAS (EDC)</w:t>
      </w:r>
    </w:p>
    <w:p w:rsidR="009F179B" w:rsidRPr="00D46535" w:rsidRDefault="00207BCB" w:rsidP="00A4605B">
      <w:pPr>
        <w:ind w:left="360"/>
        <w:rPr>
          <w:lang w:val="es-VE"/>
        </w:rPr>
      </w:pPr>
      <w:r w:rsidRPr="00D46535">
        <w:rPr>
          <w:lang w:val="es-VE"/>
        </w:rPr>
        <w:t>Carretera Nacional Guarenas Guatire, Km 3</w:t>
      </w:r>
    </w:p>
    <w:p w:rsidR="00207BCB" w:rsidRPr="00D46535" w:rsidRDefault="00207BCB" w:rsidP="00C54D1E">
      <w:pPr>
        <w:tabs>
          <w:tab w:val="left" w:pos="8400"/>
        </w:tabs>
        <w:ind w:left="360"/>
        <w:rPr>
          <w:lang w:val="es-VE"/>
        </w:rPr>
      </w:pPr>
      <w:r w:rsidRPr="00D46535">
        <w:rPr>
          <w:lang w:val="es-VE"/>
        </w:rPr>
        <w:t>Deposito Eleggua, Electricidad de Caracas</w:t>
      </w:r>
      <w:r w:rsidR="00C54D1E" w:rsidRPr="00D46535">
        <w:rPr>
          <w:lang w:val="es-VE"/>
        </w:rPr>
        <w:tab/>
      </w:r>
    </w:p>
    <w:p w:rsidR="009F179B" w:rsidRPr="00D46535" w:rsidRDefault="009F179B" w:rsidP="00A4605B">
      <w:pPr>
        <w:ind w:left="360"/>
        <w:rPr>
          <w:b/>
          <w:color w:val="FF0000"/>
          <w:lang w:val="es-VE"/>
        </w:rPr>
      </w:pPr>
    </w:p>
    <w:p w:rsidR="009F179B" w:rsidRDefault="00207BCB" w:rsidP="00A4605B">
      <w:pPr>
        <w:ind w:left="360"/>
        <w:rPr>
          <w:b/>
        </w:rPr>
      </w:pPr>
      <w:r w:rsidRPr="00207BCB">
        <w:rPr>
          <w:b/>
        </w:rPr>
        <w:t>Contract Information:</w:t>
      </w:r>
    </w:p>
    <w:p w:rsidR="00207BCB" w:rsidRDefault="00207BCB" w:rsidP="00A4605B">
      <w:pPr>
        <w:ind w:left="360"/>
      </w:pPr>
      <w:r>
        <w:t>Pro Energy Services contracted by Derwick to execute EPC Contract</w:t>
      </w:r>
    </w:p>
    <w:p w:rsidR="00207BCB" w:rsidRDefault="00BF74A3" w:rsidP="00A4605B">
      <w:pPr>
        <w:ind w:left="360"/>
      </w:pPr>
      <w:r>
        <w:t>Derwick contracted by EDC:  EDC is the End Client</w:t>
      </w:r>
    </w:p>
    <w:p w:rsidR="009F179B" w:rsidRDefault="00207BCB" w:rsidP="00A4605B">
      <w:pPr>
        <w:ind w:left="360"/>
      </w:pPr>
      <w:r>
        <w:t>Engineering services provided by EDGI, Tulsa, Oklahoma</w:t>
      </w:r>
    </w:p>
    <w:p w:rsidR="00BF74A3" w:rsidRDefault="00BF74A3" w:rsidP="00A4605B">
      <w:pPr>
        <w:ind w:left="360"/>
      </w:pPr>
      <w:r>
        <w:t>Vepica contracted by EDC to provide QA/QC as eyes for EDC</w:t>
      </w:r>
    </w:p>
    <w:p w:rsidR="009F179B" w:rsidRPr="000466A4" w:rsidRDefault="00BF74A3" w:rsidP="00A4605B">
      <w:pPr>
        <w:ind w:left="360"/>
        <w:rPr>
          <w:b/>
          <w:color w:val="FF0000"/>
        </w:rPr>
      </w:pPr>
      <w:r>
        <w:t>Contract Signatory Date:  22MAR10</w:t>
      </w:r>
    </w:p>
    <w:p w:rsidR="000466A4" w:rsidRDefault="000466A4" w:rsidP="00A4605B">
      <w:pPr>
        <w:ind w:left="360"/>
        <w:rPr>
          <w:b/>
        </w:rPr>
      </w:pPr>
    </w:p>
    <w:p w:rsidR="00F41F27" w:rsidRDefault="000D48C3" w:rsidP="00A4605B">
      <w:pPr>
        <w:ind w:left="360"/>
      </w:pPr>
      <w:r w:rsidRPr="000D48C3">
        <w:rPr>
          <w:b/>
        </w:rPr>
        <w:t>Temperature &amp; Site Conditions</w:t>
      </w:r>
      <w:r w:rsidRPr="003531DB">
        <w:rPr>
          <w:b/>
        </w:rPr>
        <w:t xml:space="preserve">:  </w:t>
      </w:r>
      <w:r w:rsidRPr="003531DB">
        <w:t xml:space="preserve">High </w:t>
      </w:r>
      <w:r w:rsidR="006F062A">
        <w:t>41</w:t>
      </w:r>
      <w:r w:rsidR="00C112BF">
        <w:t>-34</w:t>
      </w:r>
      <w:r w:rsidRPr="003531DB">
        <w:t xml:space="preserve"> Low </w:t>
      </w:r>
      <w:r w:rsidR="00BD208E">
        <w:t>2</w:t>
      </w:r>
      <w:r w:rsidR="00C112BF">
        <w:t>5-21</w:t>
      </w:r>
      <w:r w:rsidR="00A859AA">
        <w:t xml:space="preserve">,   </w:t>
      </w:r>
      <w:r w:rsidR="009D0C8A" w:rsidRPr="00D3012E">
        <w:t xml:space="preserve"> </w:t>
      </w:r>
      <w:r w:rsidR="00C112BF">
        <w:t>75</w:t>
      </w:r>
      <w:r w:rsidR="00D3012E" w:rsidRPr="00D3012E">
        <w:t xml:space="preserve"> -</w:t>
      </w:r>
      <w:r w:rsidR="00ED2835">
        <w:t xml:space="preserve"> </w:t>
      </w:r>
      <w:r w:rsidR="00BA76EA">
        <w:t>10</w:t>
      </w:r>
      <w:r w:rsidR="00ED2835">
        <w:t>0</w:t>
      </w:r>
      <w:r w:rsidR="009E62FC" w:rsidRPr="00D3012E">
        <w:t>%</w:t>
      </w:r>
      <w:r w:rsidR="009E62FC">
        <w:t xml:space="preserve"> </w:t>
      </w:r>
      <w:r w:rsidR="003F4010">
        <w:t>Humidity</w:t>
      </w:r>
    </w:p>
    <w:p w:rsidR="005C32BF" w:rsidRDefault="005C32BF" w:rsidP="00A4605B">
      <w:pPr>
        <w:ind w:left="360"/>
        <w:rPr>
          <w:b/>
        </w:rPr>
      </w:pPr>
    </w:p>
    <w:p w:rsidR="00BF74A3" w:rsidRDefault="000D48C3" w:rsidP="00A4605B">
      <w:pPr>
        <w:ind w:left="360"/>
        <w:rPr>
          <w:b/>
        </w:rPr>
      </w:pPr>
      <w:r w:rsidRPr="000D48C3">
        <w:rPr>
          <w:b/>
        </w:rPr>
        <w:t xml:space="preserve">Personal </w:t>
      </w:r>
      <w:r w:rsidR="00BF74A3">
        <w:rPr>
          <w:b/>
        </w:rPr>
        <w:t>o</w:t>
      </w:r>
      <w:r w:rsidRPr="000D48C3">
        <w:rPr>
          <w:b/>
        </w:rPr>
        <w:t>n Site:</w:t>
      </w:r>
      <w:r>
        <w:rPr>
          <w:b/>
        </w:rPr>
        <w:tab/>
      </w:r>
    </w:p>
    <w:p w:rsidR="000D48C3" w:rsidRDefault="000D48C3" w:rsidP="00A4605B">
      <w:pPr>
        <w:ind w:left="360"/>
      </w:pPr>
      <w:r>
        <w:rPr>
          <w:b/>
        </w:rPr>
        <w:tab/>
      </w:r>
      <w:r>
        <w:t>J D Robinson</w:t>
      </w:r>
      <w:r>
        <w:tab/>
      </w:r>
      <w:r>
        <w:tab/>
      </w:r>
      <w:r>
        <w:tab/>
      </w:r>
      <w:r w:rsidR="00BF74A3">
        <w:t>Project Manager</w:t>
      </w:r>
      <w:r w:rsidR="00106045">
        <w:tab/>
      </w:r>
      <w:r w:rsidR="00106045">
        <w:tab/>
      </w:r>
      <w:r w:rsidR="00106045">
        <w:tab/>
        <w:t>0</w:t>
      </w:r>
      <w:r w:rsidR="00BA76EA">
        <w:t>412 638 2339</w:t>
      </w:r>
    </w:p>
    <w:p w:rsidR="00BA76EA" w:rsidRDefault="00BA76EA" w:rsidP="00A4605B">
      <w:pPr>
        <w:ind w:left="360"/>
      </w:pPr>
      <w:r>
        <w:t xml:space="preserve"> </w:t>
      </w:r>
      <w:r>
        <w:tab/>
        <w:t>Brigitte Morgan</w:t>
      </w:r>
      <w:r>
        <w:tab/>
      </w:r>
      <w:r>
        <w:tab/>
        <w:t xml:space="preserve">Document Control / Turnover </w:t>
      </w:r>
      <w:r>
        <w:tab/>
        <w:t>0424 232 0528</w:t>
      </w:r>
    </w:p>
    <w:p w:rsidR="000D48C3" w:rsidRDefault="000D48C3" w:rsidP="00936B01">
      <w:pPr>
        <w:ind w:left="360"/>
      </w:pPr>
      <w:r>
        <w:rPr>
          <w:b/>
        </w:rPr>
        <w:tab/>
      </w:r>
      <w:r w:rsidRPr="000D48C3">
        <w:t>Roger Barr</w:t>
      </w:r>
      <w:r>
        <w:tab/>
      </w:r>
      <w:r>
        <w:tab/>
      </w:r>
      <w:r>
        <w:tab/>
      </w:r>
      <w:r w:rsidR="00BF74A3">
        <w:t xml:space="preserve">Construction Superintendent </w:t>
      </w:r>
      <w:r w:rsidR="00106045">
        <w:tab/>
      </w:r>
      <w:r w:rsidR="00106045">
        <w:tab/>
        <w:t>0424 156 4962</w:t>
      </w:r>
      <w:r w:rsidR="009332A7">
        <w:tab/>
      </w:r>
    </w:p>
    <w:p w:rsidR="000D48C3" w:rsidRDefault="000D48C3" w:rsidP="00A4605B">
      <w:pPr>
        <w:ind w:left="360"/>
      </w:pPr>
      <w:r>
        <w:tab/>
      </w:r>
      <w:r w:rsidR="00D6401E">
        <w:t>Mike Shingle</w:t>
      </w:r>
      <w:r w:rsidR="00D6401E">
        <w:tab/>
      </w:r>
      <w:r w:rsidR="00D6401E">
        <w:tab/>
      </w:r>
      <w:r w:rsidR="00D6401E">
        <w:tab/>
      </w:r>
      <w:r w:rsidR="00BF74A3">
        <w:t>Civil Superintendent</w:t>
      </w:r>
      <w:r w:rsidR="004B6A6E">
        <w:tab/>
      </w:r>
      <w:r w:rsidR="00106045">
        <w:tab/>
      </w:r>
      <w:r w:rsidR="00106045">
        <w:tab/>
        <w:t>0424 157 6067</w:t>
      </w:r>
    </w:p>
    <w:p w:rsidR="00D6401E" w:rsidRDefault="00D6401E" w:rsidP="00A4605B">
      <w:pPr>
        <w:ind w:left="360"/>
      </w:pPr>
      <w:r>
        <w:tab/>
      </w:r>
      <w:r w:rsidR="00AA5A8E">
        <w:t>Thabang Malebye</w:t>
      </w:r>
      <w:r w:rsidR="00AA5A8E">
        <w:tab/>
      </w:r>
      <w:r w:rsidR="00AA5A8E">
        <w:tab/>
        <w:t>Logis</w:t>
      </w:r>
      <w:r w:rsidR="00076C58">
        <w:t>tics / Warehouse Manager</w:t>
      </w:r>
      <w:r w:rsidR="00076C58">
        <w:tab/>
        <w:t>0414 399 6192</w:t>
      </w:r>
    </w:p>
    <w:p w:rsidR="00881943" w:rsidRDefault="00881943" w:rsidP="00A4605B">
      <w:pPr>
        <w:ind w:left="360"/>
      </w:pPr>
      <w:r>
        <w:tab/>
        <w:t>Scott Blair</w:t>
      </w:r>
      <w:r>
        <w:tab/>
      </w:r>
      <w:r>
        <w:tab/>
      </w:r>
      <w:r>
        <w:tab/>
      </w:r>
      <w:r w:rsidR="00BF74A3">
        <w:t>Scheduler</w:t>
      </w:r>
      <w:r w:rsidR="00106045">
        <w:tab/>
      </w:r>
      <w:r w:rsidR="00106045">
        <w:tab/>
      </w:r>
      <w:r w:rsidR="00106045">
        <w:tab/>
      </w:r>
      <w:r w:rsidR="00106045">
        <w:tab/>
      </w:r>
      <w:r w:rsidR="00C76DCD">
        <w:t>0424 215 1508</w:t>
      </w:r>
      <w:r w:rsidR="009332A7">
        <w:tab/>
      </w:r>
    </w:p>
    <w:p w:rsidR="00D6401E" w:rsidRDefault="00D6401E" w:rsidP="00A4605B">
      <w:pPr>
        <w:ind w:left="360"/>
      </w:pPr>
      <w:r>
        <w:tab/>
        <w:t>Edwin Isea</w:t>
      </w:r>
      <w:r>
        <w:tab/>
      </w:r>
      <w:r>
        <w:tab/>
      </w:r>
      <w:r>
        <w:tab/>
      </w:r>
      <w:r w:rsidR="00BF74A3">
        <w:t>Resident Electrical Engineer</w:t>
      </w:r>
      <w:r w:rsidR="00106045">
        <w:tab/>
      </w:r>
      <w:r w:rsidR="00106045">
        <w:tab/>
        <w:t>0412 238 0005</w:t>
      </w:r>
    </w:p>
    <w:p w:rsidR="00D6401E" w:rsidRDefault="00D6401E" w:rsidP="00A4605B">
      <w:pPr>
        <w:ind w:left="360"/>
      </w:pPr>
      <w:r>
        <w:tab/>
        <w:t>Eric Martin</w:t>
      </w:r>
      <w:r>
        <w:tab/>
      </w:r>
      <w:r>
        <w:tab/>
      </w:r>
      <w:r>
        <w:tab/>
      </w:r>
      <w:r w:rsidR="00BF74A3">
        <w:t>Administrative Assistant</w:t>
      </w:r>
      <w:r>
        <w:tab/>
      </w:r>
      <w:r w:rsidR="00106045">
        <w:tab/>
        <w:t>0424 106 5474</w:t>
      </w:r>
    </w:p>
    <w:p w:rsidR="00D6401E" w:rsidRDefault="00D6401E" w:rsidP="00A4605B">
      <w:pPr>
        <w:ind w:left="360"/>
      </w:pPr>
      <w:r>
        <w:tab/>
        <w:t>Luis Nunez</w:t>
      </w:r>
      <w:r>
        <w:tab/>
      </w:r>
      <w:r>
        <w:tab/>
      </w:r>
      <w:r>
        <w:tab/>
      </w:r>
      <w:r w:rsidR="00BF74A3">
        <w:t xml:space="preserve">Logistics </w:t>
      </w:r>
      <w:r w:rsidR="00076C58">
        <w:t>Assistant</w:t>
      </w:r>
      <w:r w:rsidR="00106045">
        <w:tab/>
      </w:r>
      <w:r w:rsidR="00106045">
        <w:tab/>
      </w:r>
      <w:r w:rsidR="00106045">
        <w:tab/>
        <w:t>0424 158 2387</w:t>
      </w:r>
    </w:p>
    <w:p w:rsidR="00D6401E" w:rsidRDefault="00D6401E" w:rsidP="00A4605B">
      <w:pPr>
        <w:ind w:left="360"/>
      </w:pPr>
      <w:r>
        <w:tab/>
        <w:t>Jesus Van Der Velde</w:t>
      </w:r>
      <w:r>
        <w:tab/>
      </w:r>
      <w:r w:rsidR="00106045">
        <w:tab/>
        <w:t>Resident Mechanical Engineer</w:t>
      </w:r>
      <w:r w:rsidR="00106045">
        <w:tab/>
        <w:t>0424 157 1237</w:t>
      </w:r>
    </w:p>
    <w:p w:rsidR="004B6A6E" w:rsidRDefault="004B6A6E" w:rsidP="00A4605B">
      <w:pPr>
        <w:ind w:left="360"/>
      </w:pPr>
      <w:r>
        <w:tab/>
        <w:t>Clayton Ely</w:t>
      </w:r>
      <w:r>
        <w:tab/>
      </w:r>
      <w:r>
        <w:tab/>
      </w:r>
      <w:r>
        <w:tab/>
        <w:t>Quality Assurance / Quality Control</w:t>
      </w:r>
      <w:r>
        <w:tab/>
        <w:t xml:space="preserve">0424 </w:t>
      </w:r>
      <w:r w:rsidR="00472E11">
        <w:t>157 7508</w:t>
      </w:r>
    </w:p>
    <w:p w:rsidR="00076C58" w:rsidRDefault="00076C58" w:rsidP="00A4605B">
      <w:pPr>
        <w:ind w:left="360"/>
      </w:pPr>
      <w:r>
        <w:tab/>
        <w:t>Nicole Martinez</w:t>
      </w:r>
      <w:r>
        <w:tab/>
      </w:r>
      <w:r>
        <w:tab/>
        <w:t>SHA Ma</w:t>
      </w:r>
      <w:r w:rsidR="00A47BEF">
        <w:t>nager</w:t>
      </w:r>
      <w:r w:rsidR="00A47BEF">
        <w:tab/>
      </w:r>
      <w:r w:rsidR="00A47BEF">
        <w:tab/>
      </w:r>
      <w:r w:rsidR="00A47BEF">
        <w:tab/>
      </w:r>
      <w:r w:rsidR="00A47BEF">
        <w:tab/>
        <w:t>0424 215 3087</w:t>
      </w:r>
    </w:p>
    <w:p w:rsidR="006E42D4" w:rsidRDefault="006E42D4" w:rsidP="00A4605B">
      <w:pPr>
        <w:ind w:left="360"/>
      </w:pPr>
      <w:r>
        <w:tab/>
        <w:t>Terry H</w:t>
      </w:r>
      <w:r w:rsidR="001634D2">
        <w:t>enry</w:t>
      </w:r>
      <w:r w:rsidR="001634D2">
        <w:tab/>
      </w:r>
      <w:r w:rsidR="001634D2">
        <w:tab/>
      </w:r>
      <w:r w:rsidR="001634D2">
        <w:tab/>
        <w:t>Electrical Supervisor</w:t>
      </w:r>
      <w:r>
        <w:tab/>
      </w:r>
      <w:r>
        <w:tab/>
      </w:r>
      <w:r w:rsidR="001634D2">
        <w:tab/>
      </w:r>
      <w:r>
        <w:t>0424 216 5507</w:t>
      </w:r>
    </w:p>
    <w:p w:rsidR="008A7F66" w:rsidRDefault="008A7F66" w:rsidP="00A4605B">
      <w:pPr>
        <w:ind w:left="360"/>
      </w:pPr>
      <w:r>
        <w:tab/>
        <w:t>Luis Garcia</w:t>
      </w:r>
      <w:r>
        <w:tab/>
      </w:r>
      <w:r>
        <w:tab/>
      </w:r>
      <w:r>
        <w:tab/>
        <w:t>Administrative Assistant</w:t>
      </w:r>
      <w:r>
        <w:tab/>
      </w:r>
      <w:r>
        <w:tab/>
        <w:t>0414 174 6245</w:t>
      </w:r>
    </w:p>
    <w:p w:rsidR="001634D2" w:rsidRDefault="001634D2" w:rsidP="00A4605B">
      <w:pPr>
        <w:ind w:left="360"/>
      </w:pPr>
      <w:r>
        <w:t xml:space="preserve">      Michael Tate</w:t>
      </w:r>
      <w:r>
        <w:tab/>
      </w:r>
      <w:r>
        <w:tab/>
      </w:r>
      <w:r>
        <w:tab/>
        <w:t>Turbine TA</w:t>
      </w:r>
      <w:r>
        <w:tab/>
      </w:r>
      <w:r>
        <w:tab/>
      </w:r>
      <w:r>
        <w:tab/>
      </w:r>
      <w:r w:rsidR="002526F2">
        <w:tab/>
        <w:t>0424</w:t>
      </w:r>
      <w:r w:rsidR="00655B9B">
        <w:t xml:space="preserve"> </w:t>
      </w:r>
      <w:r w:rsidR="002526F2">
        <w:t>115</w:t>
      </w:r>
      <w:r w:rsidR="00655B9B">
        <w:t xml:space="preserve"> </w:t>
      </w:r>
      <w:r w:rsidR="002526F2">
        <w:t>3481</w:t>
      </w:r>
    </w:p>
    <w:p w:rsidR="00773DE9" w:rsidRDefault="001634D2" w:rsidP="00A4605B">
      <w:pPr>
        <w:ind w:left="360"/>
      </w:pPr>
      <w:r>
        <w:tab/>
      </w:r>
      <w:r w:rsidR="00E4216B">
        <w:t>Basil Trepagw</w:t>
      </w:r>
      <w:r>
        <w:t>ier</w:t>
      </w:r>
      <w:r>
        <w:tab/>
      </w:r>
      <w:r>
        <w:tab/>
      </w:r>
      <w:r w:rsidR="00E4216B">
        <w:t>Electrical Supervisor</w:t>
      </w:r>
      <w:r>
        <w:tab/>
      </w:r>
      <w:r>
        <w:tab/>
      </w:r>
      <w:r>
        <w:tab/>
        <w:t>0424 242 2900</w:t>
      </w:r>
    </w:p>
    <w:p w:rsidR="00E31EEE" w:rsidRDefault="00773DE9" w:rsidP="00773DE9">
      <w:pPr>
        <w:ind w:left="360"/>
      </w:pPr>
      <w:r>
        <w:tab/>
        <w:t>Billy Tate</w:t>
      </w:r>
      <w:r>
        <w:tab/>
      </w:r>
      <w:r>
        <w:tab/>
      </w:r>
      <w:r>
        <w:tab/>
        <w:t>Turbine TA</w:t>
      </w:r>
      <w:r>
        <w:tab/>
      </w:r>
      <w:r>
        <w:tab/>
      </w:r>
      <w:r>
        <w:tab/>
      </w:r>
      <w:r>
        <w:tab/>
        <w:t>0424 242 5938</w:t>
      </w:r>
    </w:p>
    <w:p w:rsidR="00E31EEE" w:rsidRDefault="00E31EEE" w:rsidP="00773DE9">
      <w:pPr>
        <w:ind w:left="360"/>
      </w:pPr>
      <w:r>
        <w:tab/>
        <w:t xml:space="preserve">Chris DeKlerk </w:t>
      </w:r>
      <w:r>
        <w:tab/>
      </w:r>
      <w:r>
        <w:tab/>
        <w:t>SHA Technician</w:t>
      </w:r>
      <w:r w:rsidR="00834B7B">
        <w:tab/>
      </w:r>
      <w:r w:rsidR="00834B7B">
        <w:tab/>
      </w:r>
      <w:r w:rsidR="00834B7B">
        <w:tab/>
        <w:t>0414 928 6608</w:t>
      </w:r>
    </w:p>
    <w:p w:rsidR="006F062A" w:rsidRDefault="00E31EEE" w:rsidP="00773DE9">
      <w:pPr>
        <w:ind w:left="360"/>
      </w:pPr>
      <w:r>
        <w:tab/>
        <w:t>Maria Millan</w:t>
      </w:r>
      <w:r>
        <w:tab/>
      </w:r>
      <w:r>
        <w:tab/>
      </w:r>
      <w:r>
        <w:tab/>
        <w:t>SHA Technician</w:t>
      </w:r>
      <w:r w:rsidR="00834B7B">
        <w:tab/>
      </w:r>
      <w:r w:rsidR="00834B7B">
        <w:tab/>
      </w:r>
      <w:r w:rsidR="00834B7B">
        <w:tab/>
        <w:t>0414 282 6100</w:t>
      </w:r>
    </w:p>
    <w:p w:rsidR="006F062A" w:rsidRDefault="006F062A" w:rsidP="00773DE9">
      <w:pPr>
        <w:ind w:left="360"/>
      </w:pPr>
      <w:r>
        <w:tab/>
        <w:t>Dennis Tate</w:t>
      </w:r>
      <w:r>
        <w:tab/>
      </w:r>
      <w:r>
        <w:tab/>
      </w:r>
      <w:r>
        <w:tab/>
        <w:t>Turbine TA</w:t>
      </w:r>
      <w:r>
        <w:tab/>
      </w:r>
    </w:p>
    <w:p w:rsidR="005C32BF" w:rsidRDefault="005C32BF" w:rsidP="00773DE9">
      <w:pPr>
        <w:ind w:left="360"/>
      </w:pPr>
    </w:p>
    <w:p w:rsidR="005C32BF" w:rsidRDefault="005C32BF" w:rsidP="00773DE9">
      <w:pPr>
        <w:ind w:left="360"/>
      </w:pPr>
    </w:p>
    <w:p w:rsidR="005C32BF" w:rsidRDefault="005C32BF" w:rsidP="00773DE9">
      <w:pPr>
        <w:ind w:left="360"/>
      </w:pPr>
    </w:p>
    <w:p w:rsidR="006F062A" w:rsidRDefault="006F062A" w:rsidP="00773DE9">
      <w:pPr>
        <w:ind w:left="360"/>
      </w:pPr>
    </w:p>
    <w:p w:rsidR="001634D2" w:rsidRDefault="006F062A" w:rsidP="00773DE9">
      <w:pPr>
        <w:ind w:left="360"/>
      </w:pPr>
      <w:r>
        <w:tab/>
      </w:r>
      <w:r>
        <w:tab/>
      </w:r>
      <w:r>
        <w:tab/>
      </w:r>
      <w:r w:rsidR="001634D2">
        <w:tab/>
      </w:r>
      <w:r w:rsidR="001634D2">
        <w:tab/>
      </w:r>
    </w:p>
    <w:p w:rsidR="00DD543A" w:rsidRDefault="005C2F01" w:rsidP="00A4605B">
      <w:pPr>
        <w:ind w:left="360"/>
      </w:pPr>
      <w:r>
        <w:tab/>
      </w:r>
    </w:p>
    <w:p w:rsidR="00192800" w:rsidRDefault="00DD543A" w:rsidP="00A4605B">
      <w:pPr>
        <w:ind w:left="360"/>
        <w:rPr>
          <w:b/>
        </w:rPr>
      </w:pPr>
      <w:r w:rsidRPr="00DD543A">
        <w:rPr>
          <w:b/>
        </w:rPr>
        <w:lastRenderedPageBreak/>
        <w:t>General Items:</w:t>
      </w:r>
      <w:r>
        <w:rPr>
          <w:b/>
        </w:rPr>
        <w:t xml:space="preserve"> </w:t>
      </w:r>
    </w:p>
    <w:p w:rsidR="002472D7" w:rsidRPr="002472D7" w:rsidRDefault="002472D7" w:rsidP="00A4605B">
      <w:pPr>
        <w:numPr>
          <w:ilvl w:val="0"/>
          <w:numId w:val="36"/>
        </w:numPr>
        <w:ind w:left="360"/>
        <w:rPr>
          <w:b/>
        </w:rPr>
      </w:pPr>
      <w:r>
        <w:t>Precomprimido working 10 hours per day</w:t>
      </w:r>
      <w:r w:rsidR="00984D9C">
        <w:t xml:space="preserve">:  Site not working </w:t>
      </w:r>
      <w:r w:rsidR="006F062A">
        <w:t xml:space="preserve">this coming </w:t>
      </w:r>
      <w:r w:rsidR="00984D9C">
        <w:t>Saturday or Sunday</w:t>
      </w:r>
      <w:r w:rsidR="006F062A">
        <w:t xml:space="preserve"> because of the elections.</w:t>
      </w:r>
    </w:p>
    <w:p w:rsidR="002472D7" w:rsidRPr="008E5EAB" w:rsidRDefault="002472D7" w:rsidP="00A4605B">
      <w:pPr>
        <w:numPr>
          <w:ilvl w:val="0"/>
          <w:numId w:val="36"/>
        </w:numPr>
        <w:ind w:left="360"/>
        <w:rPr>
          <w:b/>
        </w:rPr>
      </w:pPr>
      <w:r>
        <w:t>Electrical Contractor working 10 hours per day</w:t>
      </w:r>
      <w:r w:rsidR="00984D9C">
        <w:t>:  Electrical Contractor not working Saturday or Sunday</w:t>
      </w:r>
      <w:r w:rsidR="006F062A">
        <w:t xml:space="preserve"> because of the elections</w:t>
      </w:r>
      <w:r w:rsidR="00984D9C">
        <w:t>.</w:t>
      </w:r>
    </w:p>
    <w:p w:rsidR="008E5EAB" w:rsidRPr="00D31896" w:rsidRDefault="008E5EAB" w:rsidP="00A4605B">
      <w:pPr>
        <w:numPr>
          <w:ilvl w:val="0"/>
          <w:numId w:val="36"/>
        </w:numPr>
        <w:ind w:left="360"/>
        <w:rPr>
          <w:b/>
        </w:rPr>
      </w:pPr>
      <w:r w:rsidRPr="008E5EAB">
        <w:rPr>
          <w:b/>
        </w:rPr>
        <w:t xml:space="preserve">Site </w:t>
      </w:r>
      <w:r w:rsidR="00984D9C">
        <w:rPr>
          <w:b/>
        </w:rPr>
        <w:t xml:space="preserve">not Working Saturday or Sunday:  </w:t>
      </w:r>
      <w:r w:rsidR="006F062A">
        <w:rPr>
          <w:b/>
        </w:rPr>
        <w:t>25</w:t>
      </w:r>
      <w:r w:rsidR="00984D9C">
        <w:rPr>
          <w:b/>
        </w:rPr>
        <w:t xml:space="preserve">SEP10 or </w:t>
      </w:r>
      <w:r w:rsidR="006F062A">
        <w:rPr>
          <w:b/>
        </w:rPr>
        <w:t>26</w:t>
      </w:r>
      <w:r w:rsidR="00984D9C">
        <w:rPr>
          <w:b/>
        </w:rPr>
        <w:t>SEP10</w:t>
      </w:r>
      <w:r w:rsidR="00B0795E">
        <w:rPr>
          <w:b/>
        </w:rPr>
        <w:t xml:space="preserve"> as this is Election Weekend</w:t>
      </w:r>
    </w:p>
    <w:p w:rsidR="002472D7" w:rsidRPr="008F73C0" w:rsidRDefault="002472D7" w:rsidP="002472D7">
      <w:pPr>
        <w:ind w:left="360"/>
        <w:rPr>
          <w:b/>
        </w:rPr>
      </w:pPr>
    </w:p>
    <w:p w:rsidR="000C4F63" w:rsidRPr="004834E8" w:rsidRDefault="006E5471" w:rsidP="00FA185E">
      <w:pPr>
        <w:ind w:left="360"/>
        <w:rPr>
          <w:b/>
        </w:rPr>
      </w:pPr>
      <w:r>
        <w:rPr>
          <w:b/>
        </w:rPr>
        <w:t>Action Items:</w:t>
      </w:r>
      <w:r w:rsidR="0003299A">
        <w:rPr>
          <w:b/>
        </w:rPr>
        <w:t xml:space="preserve">  </w:t>
      </w:r>
    </w:p>
    <w:p w:rsidR="00DA224D" w:rsidRPr="008C0F5A" w:rsidRDefault="00BD208E" w:rsidP="00BD208E">
      <w:pPr>
        <w:numPr>
          <w:ilvl w:val="0"/>
          <w:numId w:val="33"/>
        </w:numPr>
        <w:rPr>
          <w:b/>
        </w:rPr>
      </w:pPr>
      <w:r>
        <w:t xml:space="preserve">Underground </w:t>
      </w:r>
      <w:r w:rsidR="00C03418">
        <w:t>D</w:t>
      </w:r>
      <w:r>
        <w:t xml:space="preserve">uct </w:t>
      </w:r>
      <w:r w:rsidR="00C03418">
        <w:t>B</w:t>
      </w:r>
      <w:r>
        <w:t>a</w:t>
      </w:r>
      <w:r w:rsidR="00A12662">
        <w:t>nk</w:t>
      </w:r>
      <w:r w:rsidR="00C03418">
        <w:t>s</w:t>
      </w:r>
      <w:r w:rsidR="00A12662">
        <w:t xml:space="preserve"> </w:t>
      </w:r>
      <w:r w:rsidR="00C03418">
        <w:t xml:space="preserve">in the Power Block </w:t>
      </w:r>
      <w:r w:rsidR="00D445CE">
        <w:t xml:space="preserve">continues and progress is </w:t>
      </w:r>
      <w:r w:rsidR="006F062A">
        <w:t xml:space="preserve">much better as we are receiving concrete on a fairly regular basis; overall progress is at </w:t>
      </w:r>
      <w:r w:rsidR="005C32BF">
        <w:t>90</w:t>
      </w:r>
      <w:r w:rsidR="006F062A">
        <w:t xml:space="preserve">% with another </w:t>
      </w:r>
      <w:r w:rsidR="005C32BF">
        <w:t>6</w:t>
      </w:r>
      <w:r w:rsidR="006F062A">
        <w:t xml:space="preserve"> days expected before total completion within the defined power block.</w:t>
      </w:r>
    </w:p>
    <w:p w:rsidR="00F41F27" w:rsidRPr="00BD208E" w:rsidRDefault="00B0795E" w:rsidP="00BD208E">
      <w:pPr>
        <w:numPr>
          <w:ilvl w:val="0"/>
          <w:numId w:val="33"/>
        </w:numPr>
        <w:rPr>
          <w:b/>
        </w:rPr>
      </w:pPr>
      <w:r>
        <w:t>Rain and lack of concrete have taken their toll as far as schedule impact; estimate that we have lost roughly 11 days of direct impact to the schedule.</w:t>
      </w:r>
    </w:p>
    <w:p w:rsidR="00FD2AF5" w:rsidRPr="008A327B" w:rsidRDefault="00FD2AF5" w:rsidP="00FD2AF5">
      <w:pPr>
        <w:ind w:left="360"/>
        <w:rPr>
          <w:b/>
        </w:rPr>
      </w:pPr>
    </w:p>
    <w:p w:rsidR="00F30BC7" w:rsidRPr="007C3264" w:rsidRDefault="00DD543A" w:rsidP="007C3264">
      <w:pPr>
        <w:ind w:left="360"/>
        <w:rPr>
          <w:b/>
        </w:rPr>
      </w:pPr>
      <w:r>
        <w:rPr>
          <w:b/>
        </w:rPr>
        <w:t xml:space="preserve">Civil:  </w:t>
      </w:r>
      <w:r w:rsidR="004834E8">
        <w:t xml:space="preserve"> </w:t>
      </w:r>
    </w:p>
    <w:p w:rsidR="00E07446" w:rsidRDefault="00D445CE" w:rsidP="00961882">
      <w:pPr>
        <w:numPr>
          <w:ilvl w:val="0"/>
          <w:numId w:val="34"/>
        </w:numPr>
        <w:ind w:left="360"/>
      </w:pPr>
      <w:r>
        <w:t>Duct Banks</w:t>
      </w:r>
      <w:r w:rsidR="00BA76EA">
        <w:t xml:space="preserve"> within the Power Block</w:t>
      </w:r>
      <w:r>
        <w:t xml:space="preserve">: </w:t>
      </w:r>
      <w:r w:rsidR="00BA76EA">
        <w:t xml:space="preserve"> This is </w:t>
      </w:r>
      <w:r w:rsidR="00B0795E">
        <w:t xml:space="preserve">still </w:t>
      </w:r>
      <w:r w:rsidR="00BA76EA">
        <w:t>our major push at this point in time</w:t>
      </w:r>
      <w:r w:rsidR="00B0795E">
        <w:t>.</w:t>
      </w:r>
    </w:p>
    <w:p w:rsidR="00D6554E" w:rsidRDefault="009E5EEE" w:rsidP="00961882">
      <w:pPr>
        <w:numPr>
          <w:ilvl w:val="0"/>
          <w:numId w:val="34"/>
        </w:numPr>
        <w:ind w:left="360"/>
      </w:pPr>
      <w:r>
        <w:t>Sub-Station Foundations:  Footers and piers; all fronts being exploited simultaneously</w:t>
      </w:r>
      <w:r w:rsidR="00D6554E">
        <w:t>; major ta</w:t>
      </w:r>
      <w:r w:rsidR="00D445CE">
        <w:t>s</w:t>
      </w:r>
      <w:r w:rsidR="00D6554E">
        <w:t>king</w:t>
      </w:r>
      <w:r w:rsidR="00A33512">
        <w:t>; priority has shifted to the duct banks with reduced manpower working the sub-station.</w:t>
      </w:r>
    </w:p>
    <w:p w:rsidR="00A33512" w:rsidRDefault="005C32BF" w:rsidP="00961882">
      <w:pPr>
        <w:numPr>
          <w:ilvl w:val="0"/>
          <w:numId w:val="34"/>
        </w:numPr>
        <w:ind w:left="360"/>
      </w:pPr>
      <w:r>
        <w:t>We have started to backfill around all three GSU foundations to prepare for the rest of the sub-station foundation footers and piers</w:t>
      </w:r>
      <w:r w:rsidR="0029765B">
        <w:t xml:space="preserve"> </w:t>
      </w:r>
    </w:p>
    <w:p w:rsidR="009C0AC5" w:rsidRPr="009C0AC5" w:rsidRDefault="009C0AC5" w:rsidP="009C0AC5">
      <w:pPr>
        <w:pStyle w:val="ListParagraph"/>
        <w:ind w:left="540"/>
        <w:rPr>
          <w:b/>
        </w:rPr>
      </w:pPr>
    </w:p>
    <w:p w:rsidR="00E91ADC" w:rsidRPr="00A33512" w:rsidRDefault="00141564" w:rsidP="00901686">
      <w:pPr>
        <w:ind w:left="360"/>
        <w:rPr>
          <w:b/>
        </w:rPr>
      </w:pPr>
      <w:r w:rsidRPr="00316D3A">
        <w:rPr>
          <w:b/>
        </w:rPr>
        <w:t>Concrete/Foundations:</w:t>
      </w:r>
    </w:p>
    <w:p w:rsidR="00A33512" w:rsidRPr="00E91ADC" w:rsidRDefault="00901686" w:rsidP="00E91ADC">
      <w:pPr>
        <w:numPr>
          <w:ilvl w:val="0"/>
          <w:numId w:val="34"/>
        </w:numPr>
        <w:ind w:left="360"/>
        <w:rPr>
          <w:b/>
        </w:rPr>
      </w:pPr>
      <w:r>
        <w:t xml:space="preserve">Power Block Duct Banks are our Main Focus for the next </w:t>
      </w:r>
      <w:r w:rsidR="005C32BF">
        <w:t>6</w:t>
      </w:r>
      <w:r>
        <w:t xml:space="preserve"> days until completion</w:t>
      </w:r>
    </w:p>
    <w:p w:rsidR="00F73F05" w:rsidRPr="00F73F05" w:rsidRDefault="00F73F05" w:rsidP="00DA224D">
      <w:pPr>
        <w:ind w:left="360"/>
        <w:rPr>
          <w:b/>
        </w:rPr>
      </w:pPr>
    </w:p>
    <w:p w:rsidR="00375BCB" w:rsidRDefault="00400641" w:rsidP="00400641">
      <w:pPr>
        <w:ind w:left="360"/>
        <w:rPr>
          <w:b/>
        </w:rPr>
      </w:pPr>
      <w:r>
        <w:rPr>
          <w:b/>
        </w:rPr>
        <w:t>Mechanical:</w:t>
      </w:r>
    </w:p>
    <w:p w:rsidR="00F408A9" w:rsidRPr="00F408A9" w:rsidRDefault="008A1E68" w:rsidP="00A95490">
      <w:pPr>
        <w:numPr>
          <w:ilvl w:val="0"/>
          <w:numId w:val="37"/>
        </w:numPr>
        <w:ind w:left="360"/>
        <w:rPr>
          <w:b/>
        </w:rPr>
      </w:pPr>
      <w:r>
        <w:t>Unit 300</w:t>
      </w:r>
      <w:r w:rsidR="00151198">
        <w:t xml:space="preserve">:  </w:t>
      </w:r>
      <w:r w:rsidR="005C32BF">
        <w:t>Generator Set; Turbine Base Set; Inlet Combustion Air Transition Piece Set; Inlet Assembly Pieces Stages at the Turbine Base.  On 27SEP10, our stack up will be well underway with completion expected within 4 days, weather permitting.</w:t>
      </w:r>
    </w:p>
    <w:p w:rsidR="002472D7" w:rsidRPr="00F408A9" w:rsidRDefault="002472D7" w:rsidP="00A95490">
      <w:pPr>
        <w:numPr>
          <w:ilvl w:val="0"/>
          <w:numId w:val="37"/>
        </w:numPr>
        <w:ind w:left="360"/>
        <w:rPr>
          <w:b/>
        </w:rPr>
      </w:pPr>
      <w:r>
        <w:t xml:space="preserve">Unit 400 Generators:  </w:t>
      </w:r>
      <w:r w:rsidR="00AF5ABE">
        <w:t xml:space="preserve">Grout pocket concrete cutting for the generator sole plates at </w:t>
      </w:r>
      <w:r w:rsidR="005C32BF">
        <w:t>100</w:t>
      </w:r>
      <w:r w:rsidR="00AF5ABE">
        <w:t xml:space="preserve">%; we </w:t>
      </w:r>
      <w:r w:rsidR="005C32BF">
        <w:t xml:space="preserve">will </w:t>
      </w:r>
      <w:r w:rsidR="00AF5ABE">
        <w:t>pour the lev</w:t>
      </w:r>
      <w:r w:rsidR="005C32BF">
        <w:t>eling grout on 27SEP10 and fill the turbine base centerline grout pockets also on 27SEP10.</w:t>
      </w:r>
    </w:p>
    <w:p w:rsidR="001C2CC5" w:rsidRPr="00A95490" w:rsidRDefault="001C2CC5" w:rsidP="00F408A9">
      <w:pPr>
        <w:numPr>
          <w:ilvl w:val="0"/>
          <w:numId w:val="37"/>
        </w:numPr>
        <w:ind w:left="360"/>
        <w:rPr>
          <w:b/>
        </w:rPr>
      </w:pPr>
      <w:r>
        <w:t xml:space="preserve">Unit 200 Stack Up:  </w:t>
      </w:r>
      <w:r w:rsidR="00264544">
        <w:t xml:space="preserve">99% Complete; </w:t>
      </w:r>
      <w:r w:rsidR="00AF5ABE">
        <w:t>still waiting on the VBV Flange Adapter</w:t>
      </w:r>
      <w:r w:rsidR="000E4496">
        <w:t>.</w:t>
      </w:r>
      <w:r w:rsidR="00AF5ABE">
        <w:t xml:space="preserve">  100% bolt continues all over the package.</w:t>
      </w:r>
    </w:p>
    <w:p w:rsidR="00125E3E" w:rsidRDefault="00125E3E" w:rsidP="00A4605B">
      <w:pPr>
        <w:ind w:left="360"/>
        <w:rPr>
          <w:b/>
        </w:rPr>
      </w:pPr>
    </w:p>
    <w:p w:rsidR="00125E3E" w:rsidRPr="002D322F" w:rsidRDefault="00400641" w:rsidP="002D322F">
      <w:pPr>
        <w:ind w:left="360"/>
        <w:rPr>
          <w:b/>
        </w:rPr>
      </w:pPr>
      <w:r>
        <w:rPr>
          <w:b/>
        </w:rPr>
        <w:t>Electrical</w:t>
      </w:r>
    </w:p>
    <w:p w:rsidR="00742588" w:rsidRDefault="00742588" w:rsidP="00377A1F">
      <w:pPr>
        <w:numPr>
          <w:ilvl w:val="0"/>
          <w:numId w:val="37"/>
        </w:numPr>
        <w:ind w:left="360"/>
      </w:pPr>
      <w:r>
        <w:t>Excavation fo</w:t>
      </w:r>
      <w:r w:rsidR="002D322F">
        <w:t xml:space="preserve">r duct banks </w:t>
      </w:r>
      <w:r w:rsidR="00D626AC">
        <w:t>ongoing all over the Power Block</w:t>
      </w:r>
    </w:p>
    <w:p w:rsidR="00D626AC" w:rsidRDefault="005C32BF" w:rsidP="00377A1F">
      <w:pPr>
        <w:numPr>
          <w:ilvl w:val="0"/>
          <w:numId w:val="37"/>
        </w:numPr>
        <w:ind w:left="360"/>
      </w:pPr>
      <w:r>
        <w:t>M</w:t>
      </w:r>
      <w:r w:rsidR="00D626AC">
        <w:t xml:space="preserve">anholes </w:t>
      </w:r>
      <w:r>
        <w:t>are our focus now as they take some time and manpower to complete; our two main civil areas of focus are the underground duct banks and the manholes within the power block.</w:t>
      </w:r>
    </w:p>
    <w:p w:rsidR="00125E3E" w:rsidRDefault="00125E3E" w:rsidP="00A4605B">
      <w:pPr>
        <w:ind w:left="360"/>
        <w:rPr>
          <w:b/>
        </w:rPr>
      </w:pPr>
    </w:p>
    <w:p w:rsidR="00C54D1E" w:rsidRPr="00521CDD" w:rsidRDefault="00125E3E" w:rsidP="00400641">
      <w:pPr>
        <w:ind w:left="360"/>
        <w:rPr>
          <w:b/>
        </w:rPr>
      </w:pPr>
      <w:r>
        <w:rPr>
          <w:b/>
        </w:rPr>
        <w:t>Scheduled Items</w:t>
      </w:r>
    </w:p>
    <w:p w:rsidR="00F2030D" w:rsidRPr="00AF5ABE" w:rsidRDefault="00F2030D" w:rsidP="00AF5ABE">
      <w:pPr>
        <w:numPr>
          <w:ilvl w:val="0"/>
          <w:numId w:val="37"/>
        </w:numPr>
        <w:ind w:left="360"/>
        <w:rPr>
          <w:b/>
        </w:rPr>
      </w:pPr>
      <w:r>
        <w:t xml:space="preserve">GSU </w:t>
      </w:r>
      <w:r w:rsidR="00AF5ABE">
        <w:t>3</w:t>
      </w:r>
      <w:r>
        <w:t>00</w:t>
      </w:r>
      <w:r w:rsidR="00AF5ABE">
        <w:t xml:space="preserve"> / 400</w:t>
      </w:r>
      <w:r>
        <w:t xml:space="preserve"> Blast Wall:  </w:t>
      </w:r>
      <w:r w:rsidR="000E4496">
        <w:t>100% Complete</w:t>
      </w:r>
    </w:p>
    <w:p w:rsidR="00DA224D" w:rsidRDefault="00DA224D" w:rsidP="00B67129"/>
    <w:p w:rsidR="00132197" w:rsidRDefault="001F120F" w:rsidP="006C096A">
      <w:pPr>
        <w:ind w:left="360"/>
      </w:pPr>
      <w:r>
        <w:rPr>
          <w:b/>
        </w:rPr>
        <w:t>Critical Areas of Conce</w:t>
      </w:r>
      <w:r w:rsidR="00F374E8">
        <w:rPr>
          <w:b/>
        </w:rPr>
        <w:t>rn</w:t>
      </w:r>
      <w:r w:rsidR="00B24A00">
        <w:rPr>
          <w:b/>
        </w:rPr>
        <w:t>s</w:t>
      </w:r>
      <w:r w:rsidR="00A84DCB">
        <w:rPr>
          <w:b/>
        </w:rPr>
        <w:t>:</w:t>
      </w:r>
    </w:p>
    <w:p w:rsidR="00B6155B" w:rsidRDefault="005C32BF" w:rsidP="007C3264">
      <w:pPr>
        <w:numPr>
          <w:ilvl w:val="0"/>
          <w:numId w:val="35"/>
        </w:numPr>
        <w:ind w:left="360"/>
      </w:pPr>
      <w:r>
        <w:t>EDC is behind of payments</w:t>
      </w:r>
    </w:p>
    <w:p w:rsidR="000E4496" w:rsidRDefault="000E4496" w:rsidP="000E4496"/>
    <w:p w:rsidR="000E4496" w:rsidRDefault="000E4496" w:rsidP="000E4496"/>
    <w:p w:rsidR="000E4496" w:rsidRDefault="000E4496" w:rsidP="000E4496"/>
    <w:p w:rsidR="000E4496" w:rsidRDefault="000E4496" w:rsidP="000E4496"/>
    <w:sectPr w:rsidR="000E4496" w:rsidSect="009C4477">
      <w:footerReference w:type="default" r:id="rId8"/>
      <w:headerReference w:type="first" r:id="rId9"/>
      <w:footerReference w:type="first" r:id="rId10"/>
      <w:pgSz w:w="11909" w:h="16834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220" w:rsidRDefault="00384220">
      <w:r>
        <w:separator/>
      </w:r>
    </w:p>
  </w:endnote>
  <w:endnote w:type="continuationSeparator" w:id="0">
    <w:p w:rsidR="00384220" w:rsidRDefault="00384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AC63DF">
      <w:tc>
        <w:tcPr>
          <w:tcW w:w="2136" w:type="dxa"/>
          <w:vAlign w:val="center"/>
        </w:tcPr>
        <w:p w:rsidR="00AC63DF" w:rsidRDefault="00AC63DF" w:rsidP="00F62712">
          <w:pPr>
            <w:pStyle w:val="Footer"/>
            <w:spacing w:before="60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1" name="Picture 5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AC63DF" w:rsidRPr="000E0FE8" w:rsidRDefault="00AC63DF" w:rsidP="00E82D82">
          <w:pPr>
            <w:pStyle w:val="Footer"/>
          </w:pPr>
          <w:r w:rsidRPr="000E0FE8">
            <w:t xml:space="preserve">Page </w:t>
          </w:r>
          <w:r w:rsidR="00952147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952147" w:rsidRPr="00F62712">
            <w:rPr>
              <w:i w:val="0"/>
            </w:rPr>
            <w:fldChar w:fldCharType="separate"/>
          </w:r>
          <w:r w:rsidR="005C32BF">
            <w:rPr>
              <w:i w:val="0"/>
              <w:noProof/>
            </w:rPr>
            <w:t>2</w:t>
          </w:r>
          <w:r w:rsidR="00952147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AC63DF" w:rsidRDefault="00AC63DF" w:rsidP="005B26AD"/>
      </w:tc>
    </w:tr>
  </w:tbl>
  <w:p w:rsidR="00AC63DF" w:rsidRDefault="00AC63DF" w:rsidP="007A4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8" w:space="0" w:color="auto"/>
      </w:tblBorders>
      <w:tblLook w:val="01E0"/>
    </w:tblPr>
    <w:tblGrid>
      <w:gridCol w:w="2226"/>
      <w:gridCol w:w="5074"/>
      <w:gridCol w:w="2366"/>
    </w:tblGrid>
    <w:tr w:rsidR="00AC63DF">
      <w:tc>
        <w:tcPr>
          <w:tcW w:w="2136" w:type="dxa"/>
          <w:vAlign w:val="center"/>
        </w:tcPr>
        <w:p w:rsidR="00AC63DF" w:rsidRDefault="00AC63DF" w:rsidP="00F62712">
          <w:pPr>
            <w:pStyle w:val="Footer"/>
            <w:spacing w:before="60"/>
            <w:jc w:val="left"/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247775" cy="476250"/>
                <wp:effectExtent l="19050" t="0" r="9525" b="0"/>
                <wp:docPr id="3" name="Picture 6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vAlign w:val="center"/>
        </w:tcPr>
        <w:p w:rsidR="00AC63DF" w:rsidRPr="000E0FE8" w:rsidRDefault="00AC63DF" w:rsidP="007A4374">
          <w:pPr>
            <w:pStyle w:val="Footer"/>
          </w:pPr>
          <w:r w:rsidRPr="000E0FE8">
            <w:t xml:space="preserve">Page </w:t>
          </w:r>
          <w:r w:rsidR="00952147" w:rsidRPr="00F62712">
            <w:rPr>
              <w:i w:val="0"/>
            </w:rPr>
            <w:fldChar w:fldCharType="begin"/>
          </w:r>
          <w:r w:rsidRPr="00F62712">
            <w:rPr>
              <w:i w:val="0"/>
            </w:rPr>
            <w:instrText xml:space="preserve"> PAGE </w:instrText>
          </w:r>
          <w:r w:rsidR="00952147" w:rsidRPr="00F62712">
            <w:rPr>
              <w:i w:val="0"/>
            </w:rPr>
            <w:fldChar w:fldCharType="separate"/>
          </w:r>
          <w:r w:rsidR="005C32BF">
            <w:rPr>
              <w:i w:val="0"/>
              <w:noProof/>
            </w:rPr>
            <w:t>1</w:t>
          </w:r>
          <w:r w:rsidR="00952147" w:rsidRPr="00F62712">
            <w:rPr>
              <w:i w:val="0"/>
            </w:rPr>
            <w:fldChar w:fldCharType="end"/>
          </w:r>
        </w:p>
      </w:tc>
      <w:tc>
        <w:tcPr>
          <w:tcW w:w="2366" w:type="dxa"/>
          <w:vAlign w:val="bottom"/>
        </w:tcPr>
        <w:p w:rsidR="00AC63DF" w:rsidRDefault="00AC63DF" w:rsidP="005B26AD"/>
      </w:tc>
    </w:tr>
  </w:tbl>
  <w:p w:rsidR="00AC63DF" w:rsidRDefault="00AC63DF" w:rsidP="007A4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220" w:rsidRDefault="00384220">
      <w:r>
        <w:separator/>
      </w:r>
    </w:p>
  </w:footnote>
  <w:footnote w:type="continuationSeparator" w:id="0">
    <w:p w:rsidR="00384220" w:rsidRDefault="00384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888"/>
      <w:gridCol w:w="5688"/>
    </w:tblGrid>
    <w:tr w:rsidR="00AC63DF">
      <w:tc>
        <w:tcPr>
          <w:tcW w:w="3888" w:type="dxa"/>
          <w:vAlign w:val="center"/>
        </w:tcPr>
        <w:p w:rsidR="00AC63DF" w:rsidRPr="00F62712" w:rsidRDefault="00AC63DF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Garamond" w:hAnsi="Garamond"/>
              <w:b/>
              <w:noProof/>
              <w:sz w:val="32"/>
              <w:szCs w:val="32"/>
            </w:rPr>
            <w:drawing>
              <wp:inline distT="0" distB="0" distL="0" distR="0">
                <wp:extent cx="1743075" cy="666750"/>
                <wp:effectExtent l="19050" t="0" r="9525" b="0"/>
                <wp:docPr id="2" name="Picture 1" descr="ProEnergy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Energy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:rsidR="00AC63DF" w:rsidRPr="00F62712" w:rsidRDefault="00AC63DF" w:rsidP="00217144">
          <w:pPr>
            <w:pStyle w:val="Header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 xml:space="preserve"> Guarenas Power Project</w:t>
          </w:r>
        </w:p>
      </w:tc>
    </w:tr>
    <w:tr w:rsidR="00AC63DF">
      <w:tc>
        <w:tcPr>
          <w:tcW w:w="3888" w:type="dxa"/>
        </w:tcPr>
        <w:p w:rsidR="00AC63DF" w:rsidRDefault="00AC63DF" w:rsidP="001C7D40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Date:</w:t>
          </w:r>
          <w:r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</w:rPr>
            <w:t xml:space="preserve"> </w:t>
          </w:r>
        </w:p>
        <w:p w:rsidR="0098045A" w:rsidRDefault="00580149" w:rsidP="00C92825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Thursday / Friday</w:t>
          </w:r>
        </w:p>
        <w:p w:rsidR="005F4BF2" w:rsidRDefault="0098045A" w:rsidP="00C92825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</w:t>
          </w:r>
          <w:r w:rsidR="00580149">
            <w:rPr>
              <w:rFonts w:ascii="Arial" w:hAnsi="Arial" w:cs="Arial"/>
            </w:rPr>
            <w:t>3_24</w:t>
          </w:r>
          <w:r w:rsidR="005F4BF2">
            <w:rPr>
              <w:rFonts w:ascii="Arial" w:hAnsi="Arial" w:cs="Arial"/>
            </w:rPr>
            <w:t>SEP10</w:t>
          </w:r>
        </w:p>
        <w:p w:rsidR="00AC63DF" w:rsidRPr="00F62712" w:rsidRDefault="00AC63DF" w:rsidP="00C92825">
          <w:pPr>
            <w:pStyle w:val="Header"/>
            <w:spacing w:before="60" w:after="60"/>
            <w:jc w:val="center"/>
            <w:rPr>
              <w:rFonts w:ascii="Arial" w:hAnsi="Arial" w:cs="Arial"/>
            </w:rPr>
          </w:pPr>
        </w:p>
      </w:tc>
      <w:tc>
        <w:tcPr>
          <w:tcW w:w="5688" w:type="dxa"/>
        </w:tcPr>
        <w:p w:rsidR="00AC63DF" w:rsidRDefault="00AC63DF" w:rsidP="00753460">
          <w:pPr>
            <w:pStyle w:val="Header"/>
            <w:spacing w:before="60" w:after="60"/>
            <w:rPr>
              <w:rFonts w:ascii="Arial" w:hAnsi="Arial" w:cs="Arial"/>
            </w:rPr>
          </w:pPr>
          <w:r w:rsidRPr="00F62712">
            <w:rPr>
              <w:rFonts w:ascii="Arial" w:hAnsi="Arial" w:cs="Arial"/>
              <w:b/>
            </w:rPr>
            <w:t>Project:</w:t>
          </w:r>
          <w:r w:rsidRPr="00F62712">
            <w:rPr>
              <w:rFonts w:ascii="Arial" w:hAnsi="Arial" w:cs="Arial"/>
            </w:rPr>
            <w:t xml:space="preserve"> </w:t>
          </w:r>
          <w:r w:rsidR="00FD46BF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Guarenas Power Project</w:t>
          </w:r>
        </w:p>
        <w:p w:rsidR="00AC63DF" w:rsidRPr="00F62712" w:rsidRDefault="00FD46BF" w:rsidP="00753460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              </w:t>
          </w:r>
          <w:r w:rsidR="00AC63DF">
            <w:rPr>
              <w:rFonts w:ascii="Arial" w:hAnsi="Arial" w:cs="Arial"/>
            </w:rPr>
            <w:t>Guarenas, Venezuela</w:t>
          </w:r>
        </w:p>
      </w:tc>
    </w:tr>
    <w:tr w:rsidR="00AC63DF">
      <w:tc>
        <w:tcPr>
          <w:tcW w:w="3888" w:type="dxa"/>
        </w:tcPr>
        <w:p w:rsidR="00AC63DF" w:rsidRPr="00753460" w:rsidRDefault="00AC63DF" w:rsidP="00F62712">
          <w:pPr>
            <w:pStyle w:val="Header"/>
            <w:spacing w:before="60" w:after="60"/>
            <w:rPr>
              <w:rFonts w:ascii="Arial" w:hAnsi="Arial" w:cs="Arial"/>
            </w:rPr>
          </w:pPr>
          <w:r w:rsidRPr="00753460">
            <w:rPr>
              <w:rFonts w:ascii="Arial" w:hAnsi="Arial" w:cs="Arial"/>
            </w:rPr>
            <w:t>Report B</w:t>
          </w:r>
          <w:r w:rsidR="001A341C">
            <w:rPr>
              <w:rFonts w:ascii="Arial" w:hAnsi="Arial" w:cs="Arial"/>
            </w:rPr>
            <w:t>y: J D Robinson</w:t>
          </w:r>
        </w:p>
      </w:tc>
      <w:tc>
        <w:tcPr>
          <w:tcW w:w="5688" w:type="dxa"/>
        </w:tcPr>
        <w:p w:rsidR="00AC63DF" w:rsidRPr="00F62712" w:rsidRDefault="00AC63DF" w:rsidP="00F62712">
          <w:pPr>
            <w:pStyle w:val="Header"/>
            <w:spacing w:before="60" w:after="60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PM:  J D Robinson</w:t>
          </w:r>
        </w:p>
      </w:tc>
    </w:tr>
  </w:tbl>
  <w:p w:rsidR="00AC63DF" w:rsidRDefault="00AC63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88B2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3264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8C4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DAFD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61474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7AD59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5A08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1EE5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8AA6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7230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04A6C"/>
    <w:multiLevelType w:val="hybridMultilevel"/>
    <w:tmpl w:val="F210E582"/>
    <w:lvl w:ilvl="0" w:tplc="8B2CB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57249B"/>
    <w:multiLevelType w:val="hybridMultilevel"/>
    <w:tmpl w:val="46F21C58"/>
    <w:lvl w:ilvl="0" w:tplc="C1FEE542">
      <w:start w:val="1"/>
      <w:numFmt w:val="upperLetter"/>
      <w:pStyle w:val="LtrLvl3Cha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0D5996"/>
    <w:multiLevelType w:val="hybridMultilevel"/>
    <w:tmpl w:val="32124A3E"/>
    <w:lvl w:ilvl="0" w:tplc="532AD968">
      <w:start w:val="1"/>
      <w:numFmt w:val="decimal"/>
      <w:pStyle w:val="NumLvl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3F4957"/>
    <w:multiLevelType w:val="hybridMultilevel"/>
    <w:tmpl w:val="F31E731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E080035"/>
    <w:multiLevelType w:val="hybridMultilevel"/>
    <w:tmpl w:val="04A443A0"/>
    <w:lvl w:ilvl="0" w:tplc="357C5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16BE30FB"/>
    <w:multiLevelType w:val="hybridMultilevel"/>
    <w:tmpl w:val="A0567234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19813252"/>
    <w:multiLevelType w:val="hybridMultilevel"/>
    <w:tmpl w:val="E89C4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F615E5"/>
    <w:multiLevelType w:val="hybridMultilevel"/>
    <w:tmpl w:val="14F08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6F567E"/>
    <w:multiLevelType w:val="hybridMultilevel"/>
    <w:tmpl w:val="A3547120"/>
    <w:lvl w:ilvl="0" w:tplc="4B58EFB2">
      <w:start w:val="1"/>
      <w:numFmt w:val="bullet"/>
      <w:pStyle w:val="BulletLv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A92DA5"/>
    <w:multiLevelType w:val="hybridMultilevel"/>
    <w:tmpl w:val="0510912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18409A"/>
    <w:multiLevelType w:val="hybridMultilevel"/>
    <w:tmpl w:val="D4069AB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CC4124F"/>
    <w:multiLevelType w:val="hybridMultilevel"/>
    <w:tmpl w:val="2618E5C4"/>
    <w:lvl w:ilvl="0" w:tplc="399437AA">
      <w:start w:val="1"/>
      <w:numFmt w:val="bullet"/>
      <w:pStyle w:val="BulletLvl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9F13A2"/>
    <w:multiLevelType w:val="hybridMultilevel"/>
    <w:tmpl w:val="228A7EF2"/>
    <w:lvl w:ilvl="0" w:tplc="A67450D0">
      <w:start w:val="1"/>
      <w:numFmt w:val="bullet"/>
      <w:pStyle w:val="BulletLvl4"/>
      <w:lvlText w:val=""/>
      <w:lvlJc w:val="left"/>
      <w:pPr>
        <w:tabs>
          <w:tab w:val="num" w:pos="144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634F2F"/>
    <w:multiLevelType w:val="hybridMultilevel"/>
    <w:tmpl w:val="73D638E8"/>
    <w:lvl w:ilvl="0" w:tplc="9A62100A">
      <w:start w:val="1"/>
      <w:numFmt w:val="decimal"/>
      <w:pStyle w:val="Num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DB54EF"/>
    <w:multiLevelType w:val="hybridMultilevel"/>
    <w:tmpl w:val="904AE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660972"/>
    <w:multiLevelType w:val="hybridMultilevel"/>
    <w:tmpl w:val="33D26534"/>
    <w:lvl w:ilvl="0" w:tplc="FEF4794E">
      <w:start w:val="1"/>
      <w:numFmt w:val="decimal"/>
      <w:pStyle w:val="Num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3C5F6B"/>
    <w:multiLevelType w:val="hybridMultilevel"/>
    <w:tmpl w:val="D272119A"/>
    <w:lvl w:ilvl="0" w:tplc="AE0A69B4">
      <w:start w:val="1"/>
      <w:numFmt w:val="upperLetter"/>
      <w:pStyle w:val="LtrLvl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4CDD"/>
    <w:multiLevelType w:val="hybridMultilevel"/>
    <w:tmpl w:val="4B4ACA8A"/>
    <w:lvl w:ilvl="0" w:tplc="32CABE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652C5B"/>
    <w:multiLevelType w:val="hybridMultilevel"/>
    <w:tmpl w:val="C86AFCC0"/>
    <w:lvl w:ilvl="0" w:tplc="36B88742">
      <w:start w:val="1"/>
      <w:numFmt w:val="decimal"/>
      <w:pStyle w:val="Num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94B4E"/>
    <w:multiLevelType w:val="hybridMultilevel"/>
    <w:tmpl w:val="C25CF20E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>
    <w:nsid w:val="4E277637"/>
    <w:multiLevelType w:val="hybridMultilevel"/>
    <w:tmpl w:val="6A3038DC"/>
    <w:lvl w:ilvl="0" w:tplc="ABAEDA40">
      <w:start w:val="1"/>
      <w:numFmt w:val="upperLetter"/>
      <w:pStyle w:val="LtrLv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56453C"/>
    <w:multiLevelType w:val="hybridMultilevel"/>
    <w:tmpl w:val="2854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567616"/>
    <w:multiLevelType w:val="hybridMultilevel"/>
    <w:tmpl w:val="D060A516"/>
    <w:lvl w:ilvl="0" w:tplc="CEE815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C7376F7"/>
    <w:multiLevelType w:val="multilevel"/>
    <w:tmpl w:val="AD4826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5F52A0F"/>
    <w:multiLevelType w:val="hybridMultilevel"/>
    <w:tmpl w:val="B218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B334BE"/>
    <w:multiLevelType w:val="hybridMultilevel"/>
    <w:tmpl w:val="368ADA94"/>
    <w:lvl w:ilvl="0" w:tplc="C3286DE8">
      <w:start w:val="1"/>
      <w:numFmt w:val="upperLetter"/>
      <w:pStyle w:val="LtrLv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A30CF"/>
    <w:multiLevelType w:val="hybridMultilevel"/>
    <w:tmpl w:val="6F2ED13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28"/>
  </w:num>
  <w:num w:numId="5">
    <w:abstractNumId w:val="23"/>
  </w:num>
  <w:num w:numId="6">
    <w:abstractNumId w:val="12"/>
  </w:num>
  <w:num w:numId="7">
    <w:abstractNumId w:val="25"/>
  </w:num>
  <w:num w:numId="8">
    <w:abstractNumId w:val="35"/>
  </w:num>
  <w:num w:numId="9">
    <w:abstractNumId w:val="30"/>
  </w:num>
  <w:num w:numId="10">
    <w:abstractNumId w:val="11"/>
  </w:num>
  <w:num w:numId="11">
    <w:abstractNumId w:val="26"/>
  </w:num>
  <w:num w:numId="12">
    <w:abstractNumId w:val="3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7"/>
  </w:num>
  <w:num w:numId="25">
    <w:abstractNumId w:val="32"/>
  </w:num>
  <w:num w:numId="26">
    <w:abstractNumId w:val="14"/>
  </w:num>
  <w:num w:numId="27">
    <w:abstractNumId w:val="17"/>
  </w:num>
  <w:num w:numId="28">
    <w:abstractNumId w:val="10"/>
  </w:num>
  <w:num w:numId="29">
    <w:abstractNumId w:val="31"/>
  </w:num>
  <w:num w:numId="30">
    <w:abstractNumId w:val="34"/>
  </w:num>
  <w:num w:numId="31">
    <w:abstractNumId w:val="16"/>
  </w:num>
  <w:num w:numId="32">
    <w:abstractNumId w:val="36"/>
  </w:num>
  <w:num w:numId="33">
    <w:abstractNumId w:val="19"/>
  </w:num>
  <w:num w:numId="34">
    <w:abstractNumId w:val="20"/>
  </w:num>
  <w:num w:numId="35">
    <w:abstractNumId w:val="15"/>
  </w:num>
  <w:num w:numId="36">
    <w:abstractNumId w:val="13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s-VE" w:vendorID="64" w:dllVersion="131078" w:nlCheck="1" w:checkStyle="1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43042"/>
  </w:hdrShapeDefaults>
  <w:footnotePr>
    <w:footnote w:id="-1"/>
    <w:footnote w:id="0"/>
  </w:footnotePr>
  <w:endnotePr>
    <w:endnote w:id="-1"/>
    <w:endnote w:id="0"/>
  </w:endnotePr>
  <w:compat/>
  <w:rsids>
    <w:rsidRoot w:val="00F81B87"/>
    <w:rsid w:val="0000068B"/>
    <w:rsid w:val="000007B8"/>
    <w:rsid w:val="00002B8F"/>
    <w:rsid w:val="0000386B"/>
    <w:rsid w:val="00004DB1"/>
    <w:rsid w:val="0000590E"/>
    <w:rsid w:val="00007D11"/>
    <w:rsid w:val="000109EA"/>
    <w:rsid w:val="00011697"/>
    <w:rsid w:val="00012B63"/>
    <w:rsid w:val="000132A5"/>
    <w:rsid w:val="00014D38"/>
    <w:rsid w:val="00015A7A"/>
    <w:rsid w:val="0001610A"/>
    <w:rsid w:val="000175B1"/>
    <w:rsid w:val="00020096"/>
    <w:rsid w:val="00020FAC"/>
    <w:rsid w:val="000241DC"/>
    <w:rsid w:val="0002427E"/>
    <w:rsid w:val="0002438B"/>
    <w:rsid w:val="00024678"/>
    <w:rsid w:val="00024A15"/>
    <w:rsid w:val="00025646"/>
    <w:rsid w:val="00025ED2"/>
    <w:rsid w:val="0002617F"/>
    <w:rsid w:val="00030303"/>
    <w:rsid w:val="000317EB"/>
    <w:rsid w:val="00032048"/>
    <w:rsid w:val="000322B5"/>
    <w:rsid w:val="0003299A"/>
    <w:rsid w:val="000331AE"/>
    <w:rsid w:val="000347E5"/>
    <w:rsid w:val="0003515E"/>
    <w:rsid w:val="0004048D"/>
    <w:rsid w:val="000409DB"/>
    <w:rsid w:val="00041929"/>
    <w:rsid w:val="00041955"/>
    <w:rsid w:val="000466A4"/>
    <w:rsid w:val="00046969"/>
    <w:rsid w:val="00047030"/>
    <w:rsid w:val="000508B3"/>
    <w:rsid w:val="0005224A"/>
    <w:rsid w:val="0005235E"/>
    <w:rsid w:val="000528F0"/>
    <w:rsid w:val="0006080F"/>
    <w:rsid w:val="00063000"/>
    <w:rsid w:val="0006370E"/>
    <w:rsid w:val="00064490"/>
    <w:rsid w:val="0006494E"/>
    <w:rsid w:val="00065B87"/>
    <w:rsid w:val="00067A8E"/>
    <w:rsid w:val="000709F9"/>
    <w:rsid w:val="00070E0A"/>
    <w:rsid w:val="00071872"/>
    <w:rsid w:val="00075786"/>
    <w:rsid w:val="0007615E"/>
    <w:rsid w:val="00076A87"/>
    <w:rsid w:val="00076C58"/>
    <w:rsid w:val="00077946"/>
    <w:rsid w:val="00080E9F"/>
    <w:rsid w:val="00080F02"/>
    <w:rsid w:val="00081671"/>
    <w:rsid w:val="0008198A"/>
    <w:rsid w:val="0008303A"/>
    <w:rsid w:val="0008341B"/>
    <w:rsid w:val="000844A1"/>
    <w:rsid w:val="00084A1E"/>
    <w:rsid w:val="000864D1"/>
    <w:rsid w:val="00086DB6"/>
    <w:rsid w:val="00090F4B"/>
    <w:rsid w:val="000915DC"/>
    <w:rsid w:val="000927CE"/>
    <w:rsid w:val="00095DCB"/>
    <w:rsid w:val="00096A2E"/>
    <w:rsid w:val="00097C31"/>
    <w:rsid w:val="00097CC5"/>
    <w:rsid w:val="000A1481"/>
    <w:rsid w:val="000A174A"/>
    <w:rsid w:val="000A2425"/>
    <w:rsid w:val="000A4F30"/>
    <w:rsid w:val="000A62E3"/>
    <w:rsid w:val="000A65C7"/>
    <w:rsid w:val="000A6E50"/>
    <w:rsid w:val="000B1834"/>
    <w:rsid w:val="000B187B"/>
    <w:rsid w:val="000B398A"/>
    <w:rsid w:val="000B3EAC"/>
    <w:rsid w:val="000B41E3"/>
    <w:rsid w:val="000B4CD6"/>
    <w:rsid w:val="000B5BB4"/>
    <w:rsid w:val="000B7723"/>
    <w:rsid w:val="000C0C1D"/>
    <w:rsid w:val="000C0C3B"/>
    <w:rsid w:val="000C1A05"/>
    <w:rsid w:val="000C2091"/>
    <w:rsid w:val="000C3BA6"/>
    <w:rsid w:val="000C3CA7"/>
    <w:rsid w:val="000C3CAE"/>
    <w:rsid w:val="000C4621"/>
    <w:rsid w:val="000C47DA"/>
    <w:rsid w:val="000C4D10"/>
    <w:rsid w:val="000C4F63"/>
    <w:rsid w:val="000C561D"/>
    <w:rsid w:val="000C568E"/>
    <w:rsid w:val="000C632B"/>
    <w:rsid w:val="000C728D"/>
    <w:rsid w:val="000C7970"/>
    <w:rsid w:val="000D102B"/>
    <w:rsid w:val="000D1D8B"/>
    <w:rsid w:val="000D2C15"/>
    <w:rsid w:val="000D2C1E"/>
    <w:rsid w:val="000D3486"/>
    <w:rsid w:val="000D48C3"/>
    <w:rsid w:val="000D4A95"/>
    <w:rsid w:val="000D6489"/>
    <w:rsid w:val="000E0557"/>
    <w:rsid w:val="000E0FE8"/>
    <w:rsid w:val="000E2935"/>
    <w:rsid w:val="000E29D5"/>
    <w:rsid w:val="000E4496"/>
    <w:rsid w:val="000E4EF4"/>
    <w:rsid w:val="000E634B"/>
    <w:rsid w:val="000E6EE4"/>
    <w:rsid w:val="000E7529"/>
    <w:rsid w:val="000F17E6"/>
    <w:rsid w:val="000F1F1A"/>
    <w:rsid w:val="000F2397"/>
    <w:rsid w:val="000F3F78"/>
    <w:rsid w:val="000F49D4"/>
    <w:rsid w:val="000F56FF"/>
    <w:rsid w:val="00101105"/>
    <w:rsid w:val="00104192"/>
    <w:rsid w:val="001041CC"/>
    <w:rsid w:val="0010426E"/>
    <w:rsid w:val="00105890"/>
    <w:rsid w:val="00106045"/>
    <w:rsid w:val="00106345"/>
    <w:rsid w:val="0010641E"/>
    <w:rsid w:val="00106B68"/>
    <w:rsid w:val="00106C31"/>
    <w:rsid w:val="001079D5"/>
    <w:rsid w:val="00107F73"/>
    <w:rsid w:val="001106BB"/>
    <w:rsid w:val="0011285C"/>
    <w:rsid w:val="0011426D"/>
    <w:rsid w:val="00114673"/>
    <w:rsid w:val="001167FE"/>
    <w:rsid w:val="00122757"/>
    <w:rsid w:val="00124612"/>
    <w:rsid w:val="00124F40"/>
    <w:rsid w:val="001250BE"/>
    <w:rsid w:val="00125187"/>
    <w:rsid w:val="00125862"/>
    <w:rsid w:val="00125E3E"/>
    <w:rsid w:val="00130564"/>
    <w:rsid w:val="00131A6F"/>
    <w:rsid w:val="00132197"/>
    <w:rsid w:val="00132A7A"/>
    <w:rsid w:val="00134C35"/>
    <w:rsid w:val="00135AD4"/>
    <w:rsid w:val="001363EC"/>
    <w:rsid w:val="00137474"/>
    <w:rsid w:val="00140917"/>
    <w:rsid w:val="00140C19"/>
    <w:rsid w:val="00141564"/>
    <w:rsid w:val="001433C8"/>
    <w:rsid w:val="001435ED"/>
    <w:rsid w:val="00143AF8"/>
    <w:rsid w:val="00147771"/>
    <w:rsid w:val="00147B69"/>
    <w:rsid w:val="00151198"/>
    <w:rsid w:val="00151A5F"/>
    <w:rsid w:val="00154759"/>
    <w:rsid w:val="00155ADB"/>
    <w:rsid w:val="00155BF5"/>
    <w:rsid w:val="001560C2"/>
    <w:rsid w:val="00157FE3"/>
    <w:rsid w:val="00162DEB"/>
    <w:rsid w:val="001634D2"/>
    <w:rsid w:val="00163E68"/>
    <w:rsid w:val="00164085"/>
    <w:rsid w:val="0016608A"/>
    <w:rsid w:val="001661E9"/>
    <w:rsid w:val="00166912"/>
    <w:rsid w:val="00166978"/>
    <w:rsid w:val="00167C75"/>
    <w:rsid w:val="00170F5F"/>
    <w:rsid w:val="0017257D"/>
    <w:rsid w:val="00172FA7"/>
    <w:rsid w:val="0017433E"/>
    <w:rsid w:val="001757D8"/>
    <w:rsid w:val="001807D2"/>
    <w:rsid w:val="001856E4"/>
    <w:rsid w:val="001860E1"/>
    <w:rsid w:val="00186C96"/>
    <w:rsid w:val="00187C44"/>
    <w:rsid w:val="0019028E"/>
    <w:rsid w:val="0019096D"/>
    <w:rsid w:val="00190B92"/>
    <w:rsid w:val="00192800"/>
    <w:rsid w:val="00193159"/>
    <w:rsid w:val="00193A39"/>
    <w:rsid w:val="001952E5"/>
    <w:rsid w:val="001962B5"/>
    <w:rsid w:val="00196CDE"/>
    <w:rsid w:val="001A13FB"/>
    <w:rsid w:val="001A29A1"/>
    <w:rsid w:val="001A2C53"/>
    <w:rsid w:val="001A341C"/>
    <w:rsid w:val="001A36D5"/>
    <w:rsid w:val="001A3A96"/>
    <w:rsid w:val="001A5353"/>
    <w:rsid w:val="001A5541"/>
    <w:rsid w:val="001A6B2F"/>
    <w:rsid w:val="001A777C"/>
    <w:rsid w:val="001A7AA8"/>
    <w:rsid w:val="001B041B"/>
    <w:rsid w:val="001B0BA9"/>
    <w:rsid w:val="001B0BF0"/>
    <w:rsid w:val="001B1B02"/>
    <w:rsid w:val="001B2678"/>
    <w:rsid w:val="001B27B9"/>
    <w:rsid w:val="001B3A15"/>
    <w:rsid w:val="001B5D00"/>
    <w:rsid w:val="001B654D"/>
    <w:rsid w:val="001B6C82"/>
    <w:rsid w:val="001B7087"/>
    <w:rsid w:val="001C0870"/>
    <w:rsid w:val="001C2AF2"/>
    <w:rsid w:val="001C2CC5"/>
    <w:rsid w:val="001C3953"/>
    <w:rsid w:val="001C45A6"/>
    <w:rsid w:val="001C64C2"/>
    <w:rsid w:val="001C66B3"/>
    <w:rsid w:val="001C76E9"/>
    <w:rsid w:val="001C7D40"/>
    <w:rsid w:val="001D40C5"/>
    <w:rsid w:val="001D480C"/>
    <w:rsid w:val="001D69EC"/>
    <w:rsid w:val="001D6B21"/>
    <w:rsid w:val="001D7B47"/>
    <w:rsid w:val="001E0D7A"/>
    <w:rsid w:val="001E0EBD"/>
    <w:rsid w:val="001E0F1D"/>
    <w:rsid w:val="001E1C8D"/>
    <w:rsid w:val="001E1F44"/>
    <w:rsid w:val="001E272F"/>
    <w:rsid w:val="001E27DF"/>
    <w:rsid w:val="001E3FD5"/>
    <w:rsid w:val="001E471F"/>
    <w:rsid w:val="001E75F0"/>
    <w:rsid w:val="001F0B24"/>
    <w:rsid w:val="001F120F"/>
    <w:rsid w:val="001F157A"/>
    <w:rsid w:val="001F1F98"/>
    <w:rsid w:val="001F2130"/>
    <w:rsid w:val="001F3828"/>
    <w:rsid w:val="001F3BB6"/>
    <w:rsid w:val="001F4DC3"/>
    <w:rsid w:val="001F519A"/>
    <w:rsid w:val="001F65D2"/>
    <w:rsid w:val="001F6CE9"/>
    <w:rsid w:val="001F7C41"/>
    <w:rsid w:val="00201B72"/>
    <w:rsid w:val="002025E4"/>
    <w:rsid w:val="0020366C"/>
    <w:rsid w:val="002038CB"/>
    <w:rsid w:val="00203AD8"/>
    <w:rsid w:val="00203BE3"/>
    <w:rsid w:val="002046D9"/>
    <w:rsid w:val="00207BCB"/>
    <w:rsid w:val="00212121"/>
    <w:rsid w:val="00212E09"/>
    <w:rsid w:val="002148FC"/>
    <w:rsid w:val="00214FBD"/>
    <w:rsid w:val="00215B39"/>
    <w:rsid w:val="00216328"/>
    <w:rsid w:val="00217144"/>
    <w:rsid w:val="002177B3"/>
    <w:rsid w:val="00217F3E"/>
    <w:rsid w:val="002201D6"/>
    <w:rsid w:val="002214EF"/>
    <w:rsid w:val="00222CD6"/>
    <w:rsid w:val="00222FA5"/>
    <w:rsid w:val="00223252"/>
    <w:rsid w:val="002253D4"/>
    <w:rsid w:val="0022546C"/>
    <w:rsid w:val="00225EFD"/>
    <w:rsid w:val="00226EC6"/>
    <w:rsid w:val="00230233"/>
    <w:rsid w:val="00230581"/>
    <w:rsid w:val="002307A7"/>
    <w:rsid w:val="00230C85"/>
    <w:rsid w:val="0023262F"/>
    <w:rsid w:val="00232C5A"/>
    <w:rsid w:val="00232C60"/>
    <w:rsid w:val="00232D66"/>
    <w:rsid w:val="00232E47"/>
    <w:rsid w:val="00233622"/>
    <w:rsid w:val="002345DD"/>
    <w:rsid w:val="00234940"/>
    <w:rsid w:val="00234E81"/>
    <w:rsid w:val="00236DED"/>
    <w:rsid w:val="0023715D"/>
    <w:rsid w:val="00237BC9"/>
    <w:rsid w:val="00237ECE"/>
    <w:rsid w:val="0024098E"/>
    <w:rsid w:val="002433E4"/>
    <w:rsid w:val="002471A8"/>
    <w:rsid w:val="002472D7"/>
    <w:rsid w:val="00247FBB"/>
    <w:rsid w:val="00251129"/>
    <w:rsid w:val="002526F2"/>
    <w:rsid w:val="00255F4D"/>
    <w:rsid w:val="002572DE"/>
    <w:rsid w:val="00260FBA"/>
    <w:rsid w:val="002622E6"/>
    <w:rsid w:val="00262A99"/>
    <w:rsid w:val="00263D9E"/>
    <w:rsid w:val="002641D8"/>
    <w:rsid w:val="0026451F"/>
    <w:rsid w:val="00264544"/>
    <w:rsid w:val="00264D4F"/>
    <w:rsid w:val="00264FAA"/>
    <w:rsid w:val="00266AF0"/>
    <w:rsid w:val="00267561"/>
    <w:rsid w:val="0027102D"/>
    <w:rsid w:val="00271344"/>
    <w:rsid w:val="002724D0"/>
    <w:rsid w:val="00276591"/>
    <w:rsid w:val="0027706A"/>
    <w:rsid w:val="002771DE"/>
    <w:rsid w:val="00277BB6"/>
    <w:rsid w:val="00280B2E"/>
    <w:rsid w:val="0028144C"/>
    <w:rsid w:val="002830D4"/>
    <w:rsid w:val="002831BD"/>
    <w:rsid w:val="00284FE6"/>
    <w:rsid w:val="0028551E"/>
    <w:rsid w:val="00285DA5"/>
    <w:rsid w:val="002863CF"/>
    <w:rsid w:val="00286E21"/>
    <w:rsid w:val="002877D5"/>
    <w:rsid w:val="0029056C"/>
    <w:rsid w:val="0029077D"/>
    <w:rsid w:val="00291217"/>
    <w:rsid w:val="002951E3"/>
    <w:rsid w:val="00295DAB"/>
    <w:rsid w:val="0029765B"/>
    <w:rsid w:val="00297DA0"/>
    <w:rsid w:val="002A0941"/>
    <w:rsid w:val="002A0AF1"/>
    <w:rsid w:val="002A0CC2"/>
    <w:rsid w:val="002A2E19"/>
    <w:rsid w:val="002A4C4E"/>
    <w:rsid w:val="002A58B4"/>
    <w:rsid w:val="002A59E7"/>
    <w:rsid w:val="002A5BF4"/>
    <w:rsid w:val="002A5D54"/>
    <w:rsid w:val="002A6FEE"/>
    <w:rsid w:val="002A74E4"/>
    <w:rsid w:val="002B0398"/>
    <w:rsid w:val="002B0F62"/>
    <w:rsid w:val="002B1176"/>
    <w:rsid w:val="002B217F"/>
    <w:rsid w:val="002B2CA5"/>
    <w:rsid w:val="002B2DD6"/>
    <w:rsid w:val="002B3C29"/>
    <w:rsid w:val="002B45B9"/>
    <w:rsid w:val="002B46BD"/>
    <w:rsid w:val="002B4983"/>
    <w:rsid w:val="002B73E5"/>
    <w:rsid w:val="002C01BB"/>
    <w:rsid w:val="002C0CD5"/>
    <w:rsid w:val="002C18B2"/>
    <w:rsid w:val="002C3CB3"/>
    <w:rsid w:val="002C3DEF"/>
    <w:rsid w:val="002C5B9C"/>
    <w:rsid w:val="002C6C17"/>
    <w:rsid w:val="002C6DB9"/>
    <w:rsid w:val="002D007A"/>
    <w:rsid w:val="002D00A7"/>
    <w:rsid w:val="002D217B"/>
    <w:rsid w:val="002D322F"/>
    <w:rsid w:val="002D3422"/>
    <w:rsid w:val="002D3A8C"/>
    <w:rsid w:val="002D471E"/>
    <w:rsid w:val="002D4BCE"/>
    <w:rsid w:val="002D4E10"/>
    <w:rsid w:val="002D7EA3"/>
    <w:rsid w:val="002E2384"/>
    <w:rsid w:val="002E2FE0"/>
    <w:rsid w:val="002E32E4"/>
    <w:rsid w:val="002E3C78"/>
    <w:rsid w:val="002E4304"/>
    <w:rsid w:val="002E44FF"/>
    <w:rsid w:val="002E59DD"/>
    <w:rsid w:val="002E6026"/>
    <w:rsid w:val="002E7B19"/>
    <w:rsid w:val="002F08EA"/>
    <w:rsid w:val="002F15BA"/>
    <w:rsid w:val="002F2C5F"/>
    <w:rsid w:val="002F5479"/>
    <w:rsid w:val="002F5CBB"/>
    <w:rsid w:val="002F65CC"/>
    <w:rsid w:val="002F6E1F"/>
    <w:rsid w:val="002F735A"/>
    <w:rsid w:val="002F7AE3"/>
    <w:rsid w:val="00300462"/>
    <w:rsid w:val="00300C90"/>
    <w:rsid w:val="00301F96"/>
    <w:rsid w:val="003020E8"/>
    <w:rsid w:val="0030376E"/>
    <w:rsid w:val="00303F38"/>
    <w:rsid w:val="00304124"/>
    <w:rsid w:val="00305E65"/>
    <w:rsid w:val="00305EBD"/>
    <w:rsid w:val="00306295"/>
    <w:rsid w:val="003065AF"/>
    <w:rsid w:val="00307035"/>
    <w:rsid w:val="003100E2"/>
    <w:rsid w:val="00312C62"/>
    <w:rsid w:val="00316D33"/>
    <w:rsid w:val="00316D3A"/>
    <w:rsid w:val="003174A0"/>
    <w:rsid w:val="00317519"/>
    <w:rsid w:val="00317739"/>
    <w:rsid w:val="003215CE"/>
    <w:rsid w:val="0032235A"/>
    <w:rsid w:val="00322C36"/>
    <w:rsid w:val="003233BD"/>
    <w:rsid w:val="003233C7"/>
    <w:rsid w:val="00324365"/>
    <w:rsid w:val="003248EF"/>
    <w:rsid w:val="0032529F"/>
    <w:rsid w:val="0032619D"/>
    <w:rsid w:val="0032623F"/>
    <w:rsid w:val="003276E5"/>
    <w:rsid w:val="003279FA"/>
    <w:rsid w:val="00331B2D"/>
    <w:rsid w:val="00334FD4"/>
    <w:rsid w:val="00335051"/>
    <w:rsid w:val="00335D24"/>
    <w:rsid w:val="0033628D"/>
    <w:rsid w:val="00336F91"/>
    <w:rsid w:val="00336FAF"/>
    <w:rsid w:val="00337F94"/>
    <w:rsid w:val="0034227A"/>
    <w:rsid w:val="00344001"/>
    <w:rsid w:val="00344DBA"/>
    <w:rsid w:val="00345D75"/>
    <w:rsid w:val="00345FD3"/>
    <w:rsid w:val="00347419"/>
    <w:rsid w:val="0035043E"/>
    <w:rsid w:val="0035200F"/>
    <w:rsid w:val="00353166"/>
    <w:rsid w:val="003531DB"/>
    <w:rsid w:val="003533C7"/>
    <w:rsid w:val="00353E20"/>
    <w:rsid w:val="003544B7"/>
    <w:rsid w:val="0035480B"/>
    <w:rsid w:val="00354EF4"/>
    <w:rsid w:val="003551C6"/>
    <w:rsid w:val="003553A5"/>
    <w:rsid w:val="00355D9E"/>
    <w:rsid w:val="00356256"/>
    <w:rsid w:val="00356651"/>
    <w:rsid w:val="00356A59"/>
    <w:rsid w:val="00356C85"/>
    <w:rsid w:val="003615EC"/>
    <w:rsid w:val="003618FD"/>
    <w:rsid w:val="00363C2C"/>
    <w:rsid w:val="00366B0F"/>
    <w:rsid w:val="003672DF"/>
    <w:rsid w:val="00367452"/>
    <w:rsid w:val="00367BE6"/>
    <w:rsid w:val="0037212D"/>
    <w:rsid w:val="00375135"/>
    <w:rsid w:val="0037527D"/>
    <w:rsid w:val="003753A2"/>
    <w:rsid w:val="00375BCB"/>
    <w:rsid w:val="00377111"/>
    <w:rsid w:val="00377A1F"/>
    <w:rsid w:val="003803E6"/>
    <w:rsid w:val="0038041E"/>
    <w:rsid w:val="00380510"/>
    <w:rsid w:val="003824DF"/>
    <w:rsid w:val="0038271B"/>
    <w:rsid w:val="0038326B"/>
    <w:rsid w:val="003832A6"/>
    <w:rsid w:val="00384220"/>
    <w:rsid w:val="0038591B"/>
    <w:rsid w:val="00386414"/>
    <w:rsid w:val="00387A19"/>
    <w:rsid w:val="0039159C"/>
    <w:rsid w:val="00391613"/>
    <w:rsid w:val="003919F9"/>
    <w:rsid w:val="0039276E"/>
    <w:rsid w:val="00393069"/>
    <w:rsid w:val="0039306C"/>
    <w:rsid w:val="00393F60"/>
    <w:rsid w:val="00393F75"/>
    <w:rsid w:val="003943C4"/>
    <w:rsid w:val="00394C1B"/>
    <w:rsid w:val="00394C27"/>
    <w:rsid w:val="003962B4"/>
    <w:rsid w:val="00397E9B"/>
    <w:rsid w:val="003A14B2"/>
    <w:rsid w:val="003A1B79"/>
    <w:rsid w:val="003A49F1"/>
    <w:rsid w:val="003A4E77"/>
    <w:rsid w:val="003A674D"/>
    <w:rsid w:val="003B0705"/>
    <w:rsid w:val="003B2A91"/>
    <w:rsid w:val="003B57F1"/>
    <w:rsid w:val="003B73C3"/>
    <w:rsid w:val="003C1849"/>
    <w:rsid w:val="003C24B0"/>
    <w:rsid w:val="003C281C"/>
    <w:rsid w:val="003C38BF"/>
    <w:rsid w:val="003C3FB3"/>
    <w:rsid w:val="003C5BF8"/>
    <w:rsid w:val="003C6976"/>
    <w:rsid w:val="003C6C48"/>
    <w:rsid w:val="003D151F"/>
    <w:rsid w:val="003D1CAB"/>
    <w:rsid w:val="003D2109"/>
    <w:rsid w:val="003D3049"/>
    <w:rsid w:val="003D3294"/>
    <w:rsid w:val="003D56F8"/>
    <w:rsid w:val="003D6620"/>
    <w:rsid w:val="003E14C4"/>
    <w:rsid w:val="003E33FE"/>
    <w:rsid w:val="003E4EE1"/>
    <w:rsid w:val="003E6675"/>
    <w:rsid w:val="003F0E46"/>
    <w:rsid w:val="003F1490"/>
    <w:rsid w:val="003F4010"/>
    <w:rsid w:val="003F4AC7"/>
    <w:rsid w:val="003F4AEF"/>
    <w:rsid w:val="003F5575"/>
    <w:rsid w:val="003F6107"/>
    <w:rsid w:val="003F6423"/>
    <w:rsid w:val="003F77F6"/>
    <w:rsid w:val="003F7A48"/>
    <w:rsid w:val="003F7AE2"/>
    <w:rsid w:val="003F7CF6"/>
    <w:rsid w:val="00400641"/>
    <w:rsid w:val="0040076E"/>
    <w:rsid w:val="00400B59"/>
    <w:rsid w:val="00404B4F"/>
    <w:rsid w:val="00404B55"/>
    <w:rsid w:val="00404BD2"/>
    <w:rsid w:val="00404E91"/>
    <w:rsid w:val="004053A3"/>
    <w:rsid w:val="004053B5"/>
    <w:rsid w:val="004062E8"/>
    <w:rsid w:val="0040730A"/>
    <w:rsid w:val="00407BC2"/>
    <w:rsid w:val="00411F8E"/>
    <w:rsid w:val="0041235A"/>
    <w:rsid w:val="004125C2"/>
    <w:rsid w:val="0041296C"/>
    <w:rsid w:val="00413A11"/>
    <w:rsid w:val="004148D5"/>
    <w:rsid w:val="0041499A"/>
    <w:rsid w:val="00416431"/>
    <w:rsid w:val="00417108"/>
    <w:rsid w:val="0042020A"/>
    <w:rsid w:val="004204A0"/>
    <w:rsid w:val="00421B29"/>
    <w:rsid w:val="0042421C"/>
    <w:rsid w:val="004250C2"/>
    <w:rsid w:val="0042514F"/>
    <w:rsid w:val="004301B9"/>
    <w:rsid w:val="004302AA"/>
    <w:rsid w:val="004303F1"/>
    <w:rsid w:val="00431D23"/>
    <w:rsid w:val="00432A68"/>
    <w:rsid w:val="00435DC7"/>
    <w:rsid w:val="00436B54"/>
    <w:rsid w:val="00440824"/>
    <w:rsid w:val="00440A27"/>
    <w:rsid w:val="00441F5C"/>
    <w:rsid w:val="00443F6D"/>
    <w:rsid w:val="00446442"/>
    <w:rsid w:val="0044723A"/>
    <w:rsid w:val="00450674"/>
    <w:rsid w:val="0045079E"/>
    <w:rsid w:val="00453710"/>
    <w:rsid w:val="00454263"/>
    <w:rsid w:val="004555AD"/>
    <w:rsid w:val="004562F1"/>
    <w:rsid w:val="00457BD0"/>
    <w:rsid w:val="00462A87"/>
    <w:rsid w:val="00463CC1"/>
    <w:rsid w:val="00465D69"/>
    <w:rsid w:val="0046704F"/>
    <w:rsid w:val="004700ED"/>
    <w:rsid w:val="0047072E"/>
    <w:rsid w:val="00471784"/>
    <w:rsid w:val="00472E11"/>
    <w:rsid w:val="00474651"/>
    <w:rsid w:val="00476778"/>
    <w:rsid w:val="0047727D"/>
    <w:rsid w:val="0047736C"/>
    <w:rsid w:val="00480504"/>
    <w:rsid w:val="00481560"/>
    <w:rsid w:val="004834E8"/>
    <w:rsid w:val="00483BA3"/>
    <w:rsid w:val="00484EB0"/>
    <w:rsid w:val="00485038"/>
    <w:rsid w:val="004856FB"/>
    <w:rsid w:val="00485B49"/>
    <w:rsid w:val="00491833"/>
    <w:rsid w:val="00492E26"/>
    <w:rsid w:val="00493B57"/>
    <w:rsid w:val="004954FE"/>
    <w:rsid w:val="00495A00"/>
    <w:rsid w:val="00495A32"/>
    <w:rsid w:val="00496D95"/>
    <w:rsid w:val="00497708"/>
    <w:rsid w:val="0049789B"/>
    <w:rsid w:val="00497B01"/>
    <w:rsid w:val="004A1160"/>
    <w:rsid w:val="004A33A5"/>
    <w:rsid w:val="004A3C1C"/>
    <w:rsid w:val="004A3C36"/>
    <w:rsid w:val="004A3DE5"/>
    <w:rsid w:val="004B0D21"/>
    <w:rsid w:val="004B156D"/>
    <w:rsid w:val="004B2048"/>
    <w:rsid w:val="004B21C3"/>
    <w:rsid w:val="004B4520"/>
    <w:rsid w:val="004B65ED"/>
    <w:rsid w:val="004B6972"/>
    <w:rsid w:val="004B6A6E"/>
    <w:rsid w:val="004C07EB"/>
    <w:rsid w:val="004C3F2D"/>
    <w:rsid w:val="004C506E"/>
    <w:rsid w:val="004C52E7"/>
    <w:rsid w:val="004D0828"/>
    <w:rsid w:val="004D0B55"/>
    <w:rsid w:val="004D10D3"/>
    <w:rsid w:val="004D3A08"/>
    <w:rsid w:val="004D4716"/>
    <w:rsid w:val="004D7035"/>
    <w:rsid w:val="004D747D"/>
    <w:rsid w:val="004E1CEE"/>
    <w:rsid w:val="004E21E0"/>
    <w:rsid w:val="004E23B8"/>
    <w:rsid w:val="004E3420"/>
    <w:rsid w:val="004E3827"/>
    <w:rsid w:val="004E3B5D"/>
    <w:rsid w:val="004E40AD"/>
    <w:rsid w:val="004E47A4"/>
    <w:rsid w:val="004E4D8D"/>
    <w:rsid w:val="004E69F8"/>
    <w:rsid w:val="004E7732"/>
    <w:rsid w:val="004E7E1B"/>
    <w:rsid w:val="004F1147"/>
    <w:rsid w:val="004F1D93"/>
    <w:rsid w:val="004F26CC"/>
    <w:rsid w:val="004F3BA7"/>
    <w:rsid w:val="004F539D"/>
    <w:rsid w:val="004F5B71"/>
    <w:rsid w:val="005002DA"/>
    <w:rsid w:val="0050464B"/>
    <w:rsid w:val="005065B3"/>
    <w:rsid w:val="00506B82"/>
    <w:rsid w:val="005108F7"/>
    <w:rsid w:val="0051426D"/>
    <w:rsid w:val="0051487B"/>
    <w:rsid w:val="00516409"/>
    <w:rsid w:val="0052036F"/>
    <w:rsid w:val="00520A63"/>
    <w:rsid w:val="00520CE3"/>
    <w:rsid w:val="00520F21"/>
    <w:rsid w:val="00521CDD"/>
    <w:rsid w:val="00521F2E"/>
    <w:rsid w:val="005221F5"/>
    <w:rsid w:val="005229F2"/>
    <w:rsid w:val="0052411F"/>
    <w:rsid w:val="00524327"/>
    <w:rsid w:val="00524A00"/>
    <w:rsid w:val="00525460"/>
    <w:rsid w:val="005265D5"/>
    <w:rsid w:val="00526C3D"/>
    <w:rsid w:val="00527670"/>
    <w:rsid w:val="005321EB"/>
    <w:rsid w:val="00532344"/>
    <w:rsid w:val="00534245"/>
    <w:rsid w:val="005346C8"/>
    <w:rsid w:val="00534AD4"/>
    <w:rsid w:val="005354C7"/>
    <w:rsid w:val="00535D63"/>
    <w:rsid w:val="00536BBF"/>
    <w:rsid w:val="00537C6B"/>
    <w:rsid w:val="00540D91"/>
    <w:rsid w:val="005410F0"/>
    <w:rsid w:val="0054249C"/>
    <w:rsid w:val="005437EA"/>
    <w:rsid w:val="00545E68"/>
    <w:rsid w:val="00550A44"/>
    <w:rsid w:val="00552485"/>
    <w:rsid w:val="00555778"/>
    <w:rsid w:val="005559B0"/>
    <w:rsid w:val="00556A88"/>
    <w:rsid w:val="00557DA2"/>
    <w:rsid w:val="005631DE"/>
    <w:rsid w:val="00563643"/>
    <w:rsid w:val="005645E5"/>
    <w:rsid w:val="005649AF"/>
    <w:rsid w:val="0056644D"/>
    <w:rsid w:val="0056671A"/>
    <w:rsid w:val="005714A0"/>
    <w:rsid w:val="005747A3"/>
    <w:rsid w:val="00574B63"/>
    <w:rsid w:val="00574E3F"/>
    <w:rsid w:val="005758DB"/>
    <w:rsid w:val="00575A49"/>
    <w:rsid w:val="00580149"/>
    <w:rsid w:val="005803B8"/>
    <w:rsid w:val="0058075A"/>
    <w:rsid w:val="00591A55"/>
    <w:rsid w:val="00592262"/>
    <w:rsid w:val="005922C6"/>
    <w:rsid w:val="00593160"/>
    <w:rsid w:val="0059442F"/>
    <w:rsid w:val="00594959"/>
    <w:rsid w:val="0059524C"/>
    <w:rsid w:val="00595275"/>
    <w:rsid w:val="00596742"/>
    <w:rsid w:val="00597BA3"/>
    <w:rsid w:val="005A0AE8"/>
    <w:rsid w:val="005A1BEB"/>
    <w:rsid w:val="005A2140"/>
    <w:rsid w:val="005A3093"/>
    <w:rsid w:val="005A40A7"/>
    <w:rsid w:val="005A5C70"/>
    <w:rsid w:val="005A640E"/>
    <w:rsid w:val="005B26AD"/>
    <w:rsid w:val="005B272C"/>
    <w:rsid w:val="005B2D84"/>
    <w:rsid w:val="005B2DED"/>
    <w:rsid w:val="005B430A"/>
    <w:rsid w:val="005B57A9"/>
    <w:rsid w:val="005B5A79"/>
    <w:rsid w:val="005C23F2"/>
    <w:rsid w:val="005C2F01"/>
    <w:rsid w:val="005C32BF"/>
    <w:rsid w:val="005C3337"/>
    <w:rsid w:val="005C51E7"/>
    <w:rsid w:val="005C66D4"/>
    <w:rsid w:val="005C741E"/>
    <w:rsid w:val="005C7593"/>
    <w:rsid w:val="005D16BA"/>
    <w:rsid w:val="005D20CB"/>
    <w:rsid w:val="005D2E57"/>
    <w:rsid w:val="005D52EF"/>
    <w:rsid w:val="005D5625"/>
    <w:rsid w:val="005D6350"/>
    <w:rsid w:val="005D66D1"/>
    <w:rsid w:val="005D7858"/>
    <w:rsid w:val="005D7A8D"/>
    <w:rsid w:val="005E0E71"/>
    <w:rsid w:val="005E44F5"/>
    <w:rsid w:val="005E4BD6"/>
    <w:rsid w:val="005E5501"/>
    <w:rsid w:val="005E553B"/>
    <w:rsid w:val="005E6484"/>
    <w:rsid w:val="005F05D8"/>
    <w:rsid w:val="005F3683"/>
    <w:rsid w:val="005F37A9"/>
    <w:rsid w:val="005F4BF2"/>
    <w:rsid w:val="005F4E02"/>
    <w:rsid w:val="005F4E63"/>
    <w:rsid w:val="005F71A7"/>
    <w:rsid w:val="005F7A41"/>
    <w:rsid w:val="005F7F75"/>
    <w:rsid w:val="00600520"/>
    <w:rsid w:val="00600548"/>
    <w:rsid w:val="00600BAE"/>
    <w:rsid w:val="0060106D"/>
    <w:rsid w:val="006016EC"/>
    <w:rsid w:val="00603891"/>
    <w:rsid w:val="00604493"/>
    <w:rsid w:val="00604C2D"/>
    <w:rsid w:val="00606934"/>
    <w:rsid w:val="006113E4"/>
    <w:rsid w:val="00611DA2"/>
    <w:rsid w:val="00612251"/>
    <w:rsid w:val="00612565"/>
    <w:rsid w:val="00613785"/>
    <w:rsid w:val="0061650D"/>
    <w:rsid w:val="006205D3"/>
    <w:rsid w:val="00621A81"/>
    <w:rsid w:val="00621FF4"/>
    <w:rsid w:val="006226B5"/>
    <w:rsid w:val="006247A6"/>
    <w:rsid w:val="00625CE5"/>
    <w:rsid w:val="00626ADA"/>
    <w:rsid w:val="00626FA0"/>
    <w:rsid w:val="00627512"/>
    <w:rsid w:val="00627B3D"/>
    <w:rsid w:val="006302BE"/>
    <w:rsid w:val="00630CC6"/>
    <w:rsid w:val="00633094"/>
    <w:rsid w:val="00633BC1"/>
    <w:rsid w:val="00633FF0"/>
    <w:rsid w:val="00635274"/>
    <w:rsid w:val="00635CEA"/>
    <w:rsid w:val="00636BB3"/>
    <w:rsid w:val="00642649"/>
    <w:rsid w:val="00642D4D"/>
    <w:rsid w:val="00645822"/>
    <w:rsid w:val="00646939"/>
    <w:rsid w:val="0064781D"/>
    <w:rsid w:val="006479A9"/>
    <w:rsid w:val="00650E71"/>
    <w:rsid w:val="006510B5"/>
    <w:rsid w:val="00651878"/>
    <w:rsid w:val="00651AC3"/>
    <w:rsid w:val="006540C2"/>
    <w:rsid w:val="00654819"/>
    <w:rsid w:val="00655B9B"/>
    <w:rsid w:val="00655ED8"/>
    <w:rsid w:val="00656C5B"/>
    <w:rsid w:val="00656CE0"/>
    <w:rsid w:val="00660760"/>
    <w:rsid w:val="00660F25"/>
    <w:rsid w:val="0066398B"/>
    <w:rsid w:val="00664965"/>
    <w:rsid w:val="00664BDE"/>
    <w:rsid w:val="006652B7"/>
    <w:rsid w:val="00671451"/>
    <w:rsid w:val="00671AD7"/>
    <w:rsid w:val="00674C98"/>
    <w:rsid w:val="0067643D"/>
    <w:rsid w:val="00676F4E"/>
    <w:rsid w:val="0068044F"/>
    <w:rsid w:val="00681A84"/>
    <w:rsid w:val="00681C66"/>
    <w:rsid w:val="0068270E"/>
    <w:rsid w:val="00685BD3"/>
    <w:rsid w:val="00687215"/>
    <w:rsid w:val="006876C6"/>
    <w:rsid w:val="006878A8"/>
    <w:rsid w:val="00687B0E"/>
    <w:rsid w:val="006904EB"/>
    <w:rsid w:val="006909EE"/>
    <w:rsid w:val="006914F7"/>
    <w:rsid w:val="006933F2"/>
    <w:rsid w:val="00694031"/>
    <w:rsid w:val="006947F6"/>
    <w:rsid w:val="006964F3"/>
    <w:rsid w:val="00697DAE"/>
    <w:rsid w:val="006A0C28"/>
    <w:rsid w:val="006A0D84"/>
    <w:rsid w:val="006A1310"/>
    <w:rsid w:val="006A1AE9"/>
    <w:rsid w:val="006A3C41"/>
    <w:rsid w:val="006A59DC"/>
    <w:rsid w:val="006B018F"/>
    <w:rsid w:val="006B06DB"/>
    <w:rsid w:val="006B1034"/>
    <w:rsid w:val="006B2DD2"/>
    <w:rsid w:val="006B38E8"/>
    <w:rsid w:val="006B41EC"/>
    <w:rsid w:val="006B4BA9"/>
    <w:rsid w:val="006B662F"/>
    <w:rsid w:val="006C0715"/>
    <w:rsid w:val="006C096A"/>
    <w:rsid w:val="006C1F41"/>
    <w:rsid w:val="006C35A8"/>
    <w:rsid w:val="006C47FD"/>
    <w:rsid w:val="006C5C6F"/>
    <w:rsid w:val="006D05EF"/>
    <w:rsid w:val="006D062A"/>
    <w:rsid w:val="006D12D8"/>
    <w:rsid w:val="006D1B54"/>
    <w:rsid w:val="006D5CA9"/>
    <w:rsid w:val="006D743F"/>
    <w:rsid w:val="006E047D"/>
    <w:rsid w:val="006E2880"/>
    <w:rsid w:val="006E343C"/>
    <w:rsid w:val="006E42D4"/>
    <w:rsid w:val="006E4B58"/>
    <w:rsid w:val="006E4F26"/>
    <w:rsid w:val="006E50F8"/>
    <w:rsid w:val="006E5471"/>
    <w:rsid w:val="006E580B"/>
    <w:rsid w:val="006E6E84"/>
    <w:rsid w:val="006F062A"/>
    <w:rsid w:val="006F06F4"/>
    <w:rsid w:val="006F0B04"/>
    <w:rsid w:val="006F0B98"/>
    <w:rsid w:val="006F1ABA"/>
    <w:rsid w:val="006F3545"/>
    <w:rsid w:val="006F42DE"/>
    <w:rsid w:val="007003ED"/>
    <w:rsid w:val="0070084D"/>
    <w:rsid w:val="0070115B"/>
    <w:rsid w:val="00701D82"/>
    <w:rsid w:val="007034E7"/>
    <w:rsid w:val="00703DCC"/>
    <w:rsid w:val="007042EC"/>
    <w:rsid w:val="00704492"/>
    <w:rsid w:val="00704E63"/>
    <w:rsid w:val="0070528F"/>
    <w:rsid w:val="00705CFD"/>
    <w:rsid w:val="00706104"/>
    <w:rsid w:val="00707993"/>
    <w:rsid w:val="00710A4A"/>
    <w:rsid w:val="00712FF2"/>
    <w:rsid w:val="007141D5"/>
    <w:rsid w:val="007172B2"/>
    <w:rsid w:val="00717372"/>
    <w:rsid w:val="00717F2C"/>
    <w:rsid w:val="00723F9A"/>
    <w:rsid w:val="007249C0"/>
    <w:rsid w:val="00724DDB"/>
    <w:rsid w:val="00725A15"/>
    <w:rsid w:val="00732494"/>
    <w:rsid w:val="00732A04"/>
    <w:rsid w:val="0073333C"/>
    <w:rsid w:val="00734193"/>
    <w:rsid w:val="00735054"/>
    <w:rsid w:val="00737756"/>
    <w:rsid w:val="00740680"/>
    <w:rsid w:val="00740AD2"/>
    <w:rsid w:val="0074137B"/>
    <w:rsid w:val="00742588"/>
    <w:rsid w:val="00743020"/>
    <w:rsid w:val="007431BD"/>
    <w:rsid w:val="00744145"/>
    <w:rsid w:val="007452E9"/>
    <w:rsid w:val="00745561"/>
    <w:rsid w:val="007458E9"/>
    <w:rsid w:val="00746024"/>
    <w:rsid w:val="007500B8"/>
    <w:rsid w:val="00753460"/>
    <w:rsid w:val="00753851"/>
    <w:rsid w:val="0075477B"/>
    <w:rsid w:val="007548CA"/>
    <w:rsid w:val="00755013"/>
    <w:rsid w:val="00755166"/>
    <w:rsid w:val="00762495"/>
    <w:rsid w:val="00763CF7"/>
    <w:rsid w:val="00763EF1"/>
    <w:rsid w:val="00765D65"/>
    <w:rsid w:val="007713AB"/>
    <w:rsid w:val="00771B7E"/>
    <w:rsid w:val="00773110"/>
    <w:rsid w:val="00773DE9"/>
    <w:rsid w:val="00774142"/>
    <w:rsid w:val="007747C8"/>
    <w:rsid w:val="00776186"/>
    <w:rsid w:val="00780BD1"/>
    <w:rsid w:val="00781CC0"/>
    <w:rsid w:val="007825BB"/>
    <w:rsid w:val="007826AF"/>
    <w:rsid w:val="00784E43"/>
    <w:rsid w:val="007909C1"/>
    <w:rsid w:val="007928EE"/>
    <w:rsid w:val="0079337A"/>
    <w:rsid w:val="007940FA"/>
    <w:rsid w:val="00795B1B"/>
    <w:rsid w:val="00796715"/>
    <w:rsid w:val="00796B31"/>
    <w:rsid w:val="007A0FD2"/>
    <w:rsid w:val="007A1E95"/>
    <w:rsid w:val="007A2761"/>
    <w:rsid w:val="007A35D1"/>
    <w:rsid w:val="007A3940"/>
    <w:rsid w:val="007A4374"/>
    <w:rsid w:val="007A4E4F"/>
    <w:rsid w:val="007A54D8"/>
    <w:rsid w:val="007A5768"/>
    <w:rsid w:val="007A59A3"/>
    <w:rsid w:val="007A6928"/>
    <w:rsid w:val="007A6B2A"/>
    <w:rsid w:val="007A7E3D"/>
    <w:rsid w:val="007B0000"/>
    <w:rsid w:val="007B08F9"/>
    <w:rsid w:val="007B10A5"/>
    <w:rsid w:val="007B1907"/>
    <w:rsid w:val="007B2114"/>
    <w:rsid w:val="007B2633"/>
    <w:rsid w:val="007B3A43"/>
    <w:rsid w:val="007B450B"/>
    <w:rsid w:val="007B4770"/>
    <w:rsid w:val="007B55B6"/>
    <w:rsid w:val="007B5E5E"/>
    <w:rsid w:val="007B60F7"/>
    <w:rsid w:val="007B7588"/>
    <w:rsid w:val="007B7983"/>
    <w:rsid w:val="007C2E58"/>
    <w:rsid w:val="007C3264"/>
    <w:rsid w:val="007C3850"/>
    <w:rsid w:val="007C5015"/>
    <w:rsid w:val="007C62C8"/>
    <w:rsid w:val="007D0652"/>
    <w:rsid w:val="007D0D29"/>
    <w:rsid w:val="007D118A"/>
    <w:rsid w:val="007D1C9C"/>
    <w:rsid w:val="007D521C"/>
    <w:rsid w:val="007D6753"/>
    <w:rsid w:val="007D79C5"/>
    <w:rsid w:val="007D7B2E"/>
    <w:rsid w:val="007D7FBA"/>
    <w:rsid w:val="007E3086"/>
    <w:rsid w:val="007E30B4"/>
    <w:rsid w:val="007E3479"/>
    <w:rsid w:val="007E5E29"/>
    <w:rsid w:val="007E67FC"/>
    <w:rsid w:val="007E764D"/>
    <w:rsid w:val="007E7E43"/>
    <w:rsid w:val="007F053A"/>
    <w:rsid w:val="007F0BCC"/>
    <w:rsid w:val="007F0F49"/>
    <w:rsid w:val="007F182B"/>
    <w:rsid w:val="007F2247"/>
    <w:rsid w:val="007F27B1"/>
    <w:rsid w:val="007F3FEE"/>
    <w:rsid w:val="007F4894"/>
    <w:rsid w:val="007F4C2D"/>
    <w:rsid w:val="007F687F"/>
    <w:rsid w:val="007F6895"/>
    <w:rsid w:val="007F7A01"/>
    <w:rsid w:val="008005EC"/>
    <w:rsid w:val="008009EA"/>
    <w:rsid w:val="00801078"/>
    <w:rsid w:val="008016B3"/>
    <w:rsid w:val="008033DF"/>
    <w:rsid w:val="008044F6"/>
    <w:rsid w:val="008049BC"/>
    <w:rsid w:val="00804CFB"/>
    <w:rsid w:val="00805227"/>
    <w:rsid w:val="00810A6E"/>
    <w:rsid w:val="008111F7"/>
    <w:rsid w:val="008123FB"/>
    <w:rsid w:val="008159B0"/>
    <w:rsid w:val="00815B95"/>
    <w:rsid w:val="00815DF9"/>
    <w:rsid w:val="00817A64"/>
    <w:rsid w:val="00821410"/>
    <w:rsid w:val="008217E2"/>
    <w:rsid w:val="008220BA"/>
    <w:rsid w:val="008224E8"/>
    <w:rsid w:val="00823A64"/>
    <w:rsid w:val="00823A83"/>
    <w:rsid w:val="008242E4"/>
    <w:rsid w:val="00826431"/>
    <w:rsid w:val="00830753"/>
    <w:rsid w:val="00832101"/>
    <w:rsid w:val="00834B7B"/>
    <w:rsid w:val="00834FC9"/>
    <w:rsid w:val="00835349"/>
    <w:rsid w:val="00836933"/>
    <w:rsid w:val="00837503"/>
    <w:rsid w:val="008375F6"/>
    <w:rsid w:val="008403DB"/>
    <w:rsid w:val="008423BF"/>
    <w:rsid w:val="00843543"/>
    <w:rsid w:val="00846E79"/>
    <w:rsid w:val="008544CB"/>
    <w:rsid w:val="008547E2"/>
    <w:rsid w:val="00854AD6"/>
    <w:rsid w:val="00854DC6"/>
    <w:rsid w:val="00855B0E"/>
    <w:rsid w:val="00860047"/>
    <w:rsid w:val="008606C8"/>
    <w:rsid w:val="008618DE"/>
    <w:rsid w:val="0086222E"/>
    <w:rsid w:val="0086448D"/>
    <w:rsid w:val="00864D9A"/>
    <w:rsid w:val="0086538E"/>
    <w:rsid w:val="00866238"/>
    <w:rsid w:val="0086647E"/>
    <w:rsid w:val="00866B05"/>
    <w:rsid w:val="0087070C"/>
    <w:rsid w:val="00872639"/>
    <w:rsid w:val="0087392B"/>
    <w:rsid w:val="00873B07"/>
    <w:rsid w:val="00873B74"/>
    <w:rsid w:val="0088050B"/>
    <w:rsid w:val="00880FEF"/>
    <w:rsid w:val="00881943"/>
    <w:rsid w:val="00884230"/>
    <w:rsid w:val="008859DB"/>
    <w:rsid w:val="00885B94"/>
    <w:rsid w:val="00885D78"/>
    <w:rsid w:val="00885FFF"/>
    <w:rsid w:val="00886546"/>
    <w:rsid w:val="00886BC6"/>
    <w:rsid w:val="0088724F"/>
    <w:rsid w:val="0088768D"/>
    <w:rsid w:val="00887943"/>
    <w:rsid w:val="008901E9"/>
    <w:rsid w:val="00890E54"/>
    <w:rsid w:val="008910A6"/>
    <w:rsid w:val="00891E3A"/>
    <w:rsid w:val="008920CD"/>
    <w:rsid w:val="008925E0"/>
    <w:rsid w:val="0089313D"/>
    <w:rsid w:val="00893FD3"/>
    <w:rsid w:val="00894AED"/>
    <w:rsid w:val="00894E2C"/>
    <w:rsid w:val="008965B3"/>
    <w:rsid w:val="00897667"/>
    <w:rsid w:val="00897F5B"/>
    <w:rsid w:val="008A0C97"/>
    <w:rsid w:val="008A11ED"/>
    <w:rsid w:val="008A144F"/>
    <w:rsid w:val="008A1E68"/>
    <w:rsid w:val="008A1F01"/>
    <w:rsid w:val="008A2D87"/>
    <w:rsid w:val="008A327B"/>
    <w:rsid w:val="008A3AF1"/>
    <w:rsid w:val="008A3F43"/>
    <w:rsid w:val="008A43EE"/>
    <w:rsid w:val="008A5401"/>
    <w:rsid w:val="008A7F66"/>
    <w:rsid w:val="008B05BA"/>
    <w:rsid w:val="008B3E65"/>
    <w:rsid w:val="008B4796"/>
    <w:rsid w:val="008B4DA3"/>
    <w:rsid w:val="008B5EDA"/>
    <w:rsid w:val="008B61BF"/>
    <w:rsid w:val="008B6D6A"/>
    <w:rsid w:val="008C0879"/>
    <w:rsid w:val="008C0F5A"/>
    <w:rsid w:val="008C14CE"/>
    <w:rsid w:val="008C2313"/>
    <w:rsid w:val="008C3044"/>
    <w:rsid w:val="008C322A"/>
    <w:rsid w:val="008C34F8"/>
    <w:rsid w:val="008C36D4"/>
    <w:rsid w:val="008C4408"/>
    <w:rsid w:val="008C4C60"/>
    <w:rsid w:val="008C520D"/>
    <w:rsid w:val="008C6407"/>
    <w:rsid w:val="008C6FA8"/>
    <w:rsid w:val="008D0041"/>
    <w:rsid w:val="008D0DD6"/>
    <w:rsid w:val="008D208D"/>
    <w:rsid w:val="008D3DC0"/>
    <w:rsid w:val="008D411D"/>
    <w:rsid w:val="008D4FC0"/>
    <w:rsid w:val="008D5441"/>
    <w:rsid w:val="008D6179"/>
    <w:rsid w:val="008D6D66"/>
    <w:rsid w:val="008E0367"/>
    <w:rsid w:val="008E36EB"/>
    <w:rsid w:val="008E3CBF"/>
    <w:rsid w:val="008E5E7B"/>
    <w:rsid w:val="008E5EAB"/>
    <w:rsid w:val="008E6CA5"/>
    <w:rsid w:val="008E73B1"/>
    <w:rsid w:val="008E7E67"/>
    <w:rsid w:val="008F0801"/>
    <w:rsid w:val="008F0DE5"/>
    <w:rsid w:val="008F1DA0"/>
    <w:rsid w:val="008F2E14"/>
    <w:rsid w:val="008F5EE1"/>
    <w:rsid w:val="008F605E"/>
    <w:rsid w:val="008F73C0"/>
    <w:rsid w:val="008F7682"/>
    <w:rsid w:val="008F7D2B"/>
    <w:rsid w:val="00901051"/>
    <w:rsid w:val="00901686"/>
    <w:rsid w:val="009025F6"/>
    <w:rsid w:val="009036A6"/>
    <w:rsid w:val="00904ED4"/>
    <w:rsid w:val="00905C75"/>
    <w:rsid w:val="00906384"/>
    <w:rsid w:val="00910FB4"/>
    <w:rsid w:val="00912269"/>
    <w:rsid w:val="00913437"/>
    <w:rsid w:val="00913BC9"/>
    <w:rsid w:val="009141B7"/>
    <w:rsid w:val="009200F7"/>
    <w:rsid w:val="009210B3"/>
    <w:rsid w:val="00926D16"/>
    <w:rsid w:val="009275DE"/>
    <w:rsid w:val="009316D9"/>
    <w:rsid w:val="009332A7"/>
    <w:rsid w:val="009334A1"/>
    <w:rsid w:val="009339A2"/>
    <w:rsid w:val="00936B01"/>
    <w:rsid w:val="009406B2"/>
    <w:rsid w:val="00940A52"/>
    <w:rsid w:val="00950207"/>
    <w:rsid w:val="0095193B"/>
    <w:rsid w:val="00952147"/>
    <w:rsid w:val="00952DB9"/>
    <w:rsid w:val="00953153"/>
    <w:rsid w:val="0095403E"/>
    <w:rsid w:val="00954676"/>
    <w:rsid w:val="009546B4"/>
    <w:rsid w:val="0095668D"/>
    <w:rsid w:val="00957817"/>
    <w:rsid w:val="0096116C"/>
    <w:rsid w:val="00961882"/>
    <w:rsid w:val="0096382E"/>
    <w:rsid w:val="00963AF0"/>
    <w:rsid w:val="0096494D"/>
    <w:rsid w:val="0096576D"/>
    <w:rsid w:val="0096610C"/>
    <w:rsid w:val="00966CB7"/>
    <w:rsid w:val="009670C9"/>
    <w:rsid w:val="00967FB7"/>
    <w:rsid w:val="00972603"/>
    <w:rsid w:val="00973C68"/>
    <w:rsid w:val="00973C8E"/>
    <w:rsid w:val="0097408A"/>
    <w:rsid w:val="0097439B"/>
    <w:rsid w:val="00975FBF"/>
    <w:rsid w:val="009768D2"/>
    <w:rsid w:val="009769EC"/>
    <w:rsid w:val="00977720"/>
    <w:rsid w:val="0098045A"/>
    <w:rsid w:val="00981178"/>
    <w:rsid w:val="00982EC1"/>
    <w:rsid w:val="00982FD3"/>
    <w:rsid w:val="00984B0D"/>
    <w:rsid w:val="00984D9C"/>
    <w:rsid w:val="009864B6"/>
    <w:rsid w:val="009867D6"/>
    <w:rsid w:val="009871A7"/>
    <w:rsid w:val="0099042D"/>
    <w:rsid w:val="00990555"/>
    <w:rsid w:val="0099181C"/>
    <w:rsid w:val="00993834"/>
    <w:rsid w:val="009938D4"/>
    <w:rsid w:val="00995F3E"/>
    <w:rsid w:val="00997486"/>
    <w:rsid w:val="009A08B4"/>
    <w:rsid w:val="009A159C"/>
    <w:rsid w:val="009A2511"/>
    <w:rsid w:val="009A4094"/>
    <w:rsid w:val="009A466A"/>
    <w:rsid w:val="009A5223"/>
    <w:rsid w:val="009A5BCA"/>
    <w:rsid w:val="009B0B5F"/>
    <w:rsid w:val="009B304E"/>
    <w:rsid w:val="009B4C27"/>
    <w:rsid w:val="009B714A"/>
    <w:rsid w:val="009B7D63"/>
    <w:rsid w:val="009C0AC5"/>
    <w:rsid w:val="009C1266"/>
    <w:rsid w:val="009C260E"/>
    <w:rsid w:val="009C29E6"/>
    <w:rsid w:val="009C2CA1"/>
    <w:rsid w:val="009C4325"/>
    <w:rsid w:val="009C4477"/>
    <w:rsid w:val="009C79F5"/>
    <w:rsid w:val="009D0C8A"/>
    <w:rsid w:val="009D0CAB"/>
    <w:rsid w:val="009D107B"/>
    <w:rsid w:val="009D23D1"/>
    <w:rsid w:val="009D49CD"/>
    <w:rsid w:val="009D52D1"/>
    <w:rsid w:val="009D58BF"/>
    <w:rsid w:val="009D787C"/>
    <w:rsid w:val="009D7D3F"/>
    <w:rsid w:val="009E0A60"/>
    <w:rsid w:val="009E2C8C"/>
    <w:rsid w:val="009E4519"/>
    <w:rsid w:val="009E497A"/>
    <w:rsid w:val="009E504C"/>
    <w:rsid w:val="009E5AF4"/>
    <w:rsid w:val="009E5EEE"/>
    <w:rsid w:val="009E62FC"/>
    <w:rsid w:val="009E6ED2"/>
    <w:rsid w:val="009E74E4"/>
    <w:rsid w:val="009E7D75"/>
    <w:rsid w:val="009F02BD"/>
    <w:rsid w:val="009F0B35"/>
    <w:rsid w:val="009F179B"/>
    <w:rsid w:val="009F3378"/>
    <w:rsid w:val="009F35F1"/>
    <w:rsid w:val="009F41C3"/>
    <w:rsid w:val="009F6032"/>
    <w:rsid w:val="009F71F1"/>
    <w:rsid w:val="00A00AF5"/>
    <w:rsid w:val="00A01222"/>
    <w:rsid w:val="00A015F5"/>
    <w:rsid w:val="00A017F8"/>
    <w:rsid w:val="00A033D8"/>
    <w:rsid w:val="00A05513"/>
    <w:rsid w:val="00A0687B"/>
    <w:rsid w:val="00A06C2A"/>
    <w:rsid w:val="00A07AE7"/>
    <w:rsid w:val="00A07C06"/>
    <w:rsid w:val="00A07F03"/>
    <w:rsid w:val="00A108D2"/>
    <w:rsid w:val="00A12662"/>
    <w:rsid w:val="00A126B9"/>
    <w:rsid w:val="00A131CF"/>
    <w:rsid w:val="00A13527"/>
    <w:rsid w:val="00A1613B"/>
    <w:rsid w:val="00A16717"/>
    <w:rsid w:val="00A1764E"/>
    <w:rsid w:val="00A17B18"/>
    <w:rsid w:val="00A2036A"/>
    <w:rsid w:val="00A209A5"/>
    <w:rsid w:val="00A215B7"/>
    <w:rsid w:val="00A2265E"/>
    <w:rsid w:val="00A2374E"/>
    <w:rsid w:val="00A23C58"/>
    <w:rsid w:val="00A257E8"/>
    <w:rsid w:val="00A2587C"/>
    <w:rsid w:val="00A25A88"/>
    <w:rsid w:val="00A26B7A"/>
    <w:rsid w:val="00A304A6"/>
    <w:rsid w:val="00A31086"/>
    <w:rsid w:val="00A32EC4"/>
    <w:rsid w:val="00A33512"/>
    <w:rsid w:val="00A33C76"/>
    <w:rsid w:val="00A33CEC"/>
    <w:rsid w:val="00A34097"/>
    <w:rsid w:val="00A346D9"/>
    <w:rsid w:val="00A35BF4"/>
    <w:rsid w:val="00A363BE"/>
    <w:rsid w:val="00A37391"/>
    <w:rsid w:val="00A4038D"/>
    <w:rsid w:val="00A40B0D"/>
    <w:rsid w:val="00A415C3"/>
    <w:rsid w:val="00A41773"/>
    <w:rsid w:val="00A43385"/>
    <w:rsid w:val="00A449CC"/>
    <w:rsid w:val="00A44B69"/>
    <w:rsid w:val="00A45894"/>
    <w:rsid w:val="00A45A32"/>
    <w:rsid w:val="00A4605B"/>
    <w:rsid w:val="00A4628B"/>
    <w:rsid w:val="00A46578"/>
    <w:rsid w:val="00A46A95"/>
    <w:rsid w:val="00A47BEF"/>
    <w:rsid w:val="00A5037A"/>
    <w:rsid w:val="00A504A8"/>
    <w:rsid w:val="00A51563"/>
    <w:rsid w:val="00A52C7E"/>
    <w:rsid w:val="00A535AE"/>
    <w:rsid w:val="00A540E4"/>
    <w:rsid w:val="00A55CDB"/>
    <w:rsid w:val="00A56CAD"/>
    <w:rsid w:val="00A57F3E"/>
    <w:rsid w:val="00A60689"/>
    <w:rsid w:val="00A622CB"/>
    <w:rsid w:val="00A64C1F"/>
    <w:rsid w:val="00A64F85"/>
    <w:rsid w:val="00A65A95"/>
    <w:rsid w:val="00A65A99"/>
    <w:rsid w:val="00A66D67"/>
    <w:rsid w:val="00A716A4"/>
    <w:rsid w:val="00A727C3"/>
    <w:rsid w:val="00A72A11"/>
    <w:rsid w:val="00A72CB1"/>
    <w:rsid w:val="00A730D2"/>
    <w:rsid w:val="00A73BBB"/>
    <w:rsid w:val="00A73C0E"/>
    <w:rsid w:val="00A7430A"/>
    <w:rsid w:val="00A7470D"/>
    <w:rsid w:val="00A752A9"/>
    <w:rsid w:val="00A75E73"/>
    <w:rsid w:val="00A8194F"/>
    <w:rsid w:val="00A81A99"/>
    <w:rsid w:val="00A81FFC"/>
    <w:rsid w:val="00A82018"/>
    <w:rsid w:val="00A847EA"/>
    <w:rsid w:val="00A84B18"/>
    <w:rsid w:val="00A84DCB"/>
    <w:rsid w:val="00A84E13"/>
    <w:rsid w:val="00A859AA"/>
    <w:rsid w:val="00A87D0D"/>
    <w:rsid w:val="00A91713"/>
    <w:rsid w:val="00A91D34"/>
    <w:rsid w:val="00A92CE7"/>
    <w:rsid w:val="00A940C8"/>
    <w:rsid w:val="00A942E2"/>
    <w:rsid w:val="00A95281"/>
    <w:rsid w:val="00A95490"/>
    <w:rsid w:val="00A95548"/>
    <w:rsid w:val="00A95D38"/>
    <w:rsid w:val="00A97207"/>
    <w:rsid w:val="00A97C5E"/>
    <w:rsid w:val="00AA01BB"/>
    <w:rsid w:val="00AA0732"/>
    <w:rsid w:val="00AA089E"/>
    <w:rsid w:val="00AA0B3E"/>
    <w:rsid w:val="00AA268A"/>
    <w:rsid w:val="00AA3556"/>
    <w:rsid w:val="00AA4102"/>
    <w:rsid w:val="00AA5A8E"/>
    <w:rsid w:val="00AA5E36"/>
    <w:rsid w:val="00AA72EB"/>
    <w:rsid w:val="00AB0808"/>
    <w:rsid w:val="00AB1757"/>
    <w:rsid w:val="00AB19AA"/>
    <w:rsid w:val="00AB2984"/>
    <w:rsid w:val="00AB4B30"/>
    <w:rsid w:val="00AB5F41"/>
    <w:rsid w:val="00AB625A"/>
    <w:rsid w:val="00AB6AB7"/>
    <w:rsid w:val="00AB6C22"/>
    <w:rsid w:val="00AC0191"/>
    <w:rsid w:val="00AC05DF"/>
    <w:rsid w:val="00AC06EC"/>
    <w:rsid w:val="00AC0AE5"/>
    <w:rsid w:val="00AC2E98"/>
    <w:rsid w:val="00AC3471"/>
    <w:rsid w:val="00AC42E9"/>
    <w:rsid w:val="00AC497C"/>
    <w:rsid w:val="00AC4CFD"/>
    <w:rsid w:val="00AC5322"/>
    <w:rsid w:val="00AC61AA"/>
    <w:rsid w:val="00AC63DF"/>
    <w:rsid w:val="00AC665F"/>
    <w:rsid w:val="00AD539B"/>
    <w:rsid w:val="00AD55BB"/>
    <w:rsid w:val="00AD594B"/>
    <w:rsid w:val="00AD713E"/>
    <w:rsid w:val="00AD7365"/>
    <w:rsid w:val="00AD77D4"/>
    <w:rsid w:val="00AE0756"/>
    <w:rsid w:val="00AE1D31"/>
    <w:rsid w:val="00AE2927"/>
    <w:rsid w:val="00AE2C5D"/>
    <w:rsid w:val="00AE482F"/>
    <w:rsid w:val="00AE5ACD"/>
    <w:rsid w:val="00AE75CF"/>
    <w:rsid w:val="00AF2D6B"/>
    <w:rsid w:val="00AF3239"/>
    <w:rsid w:val="00AF4ACF"/>
    <w:rsid w:val="00AF5553"/>
    <w:rsid w:val="00AF5ABE"/>
    <w:rsid w:val="00AF5C0A"/>
    <w:rsid w:val="00AF6C8B"/>
    <w:rsid w:val="00B01180"/>
    <w:rsid w:val="00B01693"/>
    <w:rsid w:val="00B0171A"/>
    <w:rsid w:val="00B018F1"/>
    <w:rsid w:val="00B01F78"/>
    <w:rsid w:val="00B0232D"/>
    <w:rsid w:val="00B04805"/>
    <w:rsid w:val="00B04EA4"/>
    <w:rsid w:val="00B06E2F"/>
    <w:rsid w:val="00B07071"/>
    <w:rsid w:val="00B07145"/>
    <w:rsid w:val="00B076ED"/>
    <w:rsid w:val="00B0795E"/>
    <w:rsid w:val="00B10731"/>
    <w:rsid w:val="00B10CD1"/>
    <w:rsid w:val="00B111C2"/>
    <w:rsid w:val="00B113A5"/>
    <w:rsid w:val="00B1280E"/>
    <w:rsid w:val="00B12FC0"/>
    <w:rsid w:val="00B13394"/>
    <w:rsid w:val="00B141F0"/>
    <w:rsid w:val="00B150D0"/>
    <w:rsid w:val="00B1621A"/>
    <w:rsid w:val="00B16449"/>
    <w:rsid w:val="00B1687C"/>
    <w:rsid w:val="00B174CF"/>
    <w:rsid w:val="00B176A1"/>
    <w:rsid w:val="00B209B3"/>
    <w:rsid w:val="00B20A3A"/>
    <w:rsid w:val="00B210B7"/>
    <w:rsid w:val="00B23055"/>
    <w:rsid w:val="00B24A00"/>
    <w:rsid w:val="00B253DC"/>
    <w:rsid w:val="00B2599C"/>
    <w:rsid w:val="00B26FE5"/>
    <w:rsid w:val="00B27B51"/>
    <w:rsid w:val="00B300A1"/>
    <w:rsid w:val="00B3173E"/>
    <w:rsid w:val="00B31C21"/>
    <w:rsid w:val="00B3213E"/>
    <w:rsid w:val="00B3345E"/>
    <w:rsid w:val="00B34603"/>
    <w:rsid w:val="00B34E75"/>
    <w:rsid w:val="00B35BF1"/>
    <w:rsid w:val="00B35D5F"/>
    <w:rsid w:val="00B36BB7"/>
    <w:rsid w:val="00B42434"/>
    <w:rsid w:val="00B42D64"/>
    <w:rsid w:val="00B44FE5"/>
    <w:rsid w:val="00B47679"/>
    <w:rsid w:val="00B501F6"/>
    <w:rsid w:val="00B506AD"/>
    <w:rsid w:val="00B5171E"/>
    <w:rsid w:val="00B520E9"/>
    <w:rsid w:val="00B52C74"/>
    <w:rsid w:val="00B5465D"/>
    <w:rsid w:val="00B55862"/>
    <w:rsid w:val="00B564CD"/>
    <w:rsid w:val="00B564E0"/>
    <w:rsid w:val="00B601DB"/>
    <w:rsid w:val="00B60369"/>
    <w:rsid w:val="00B603A0"/>
    <w:rsid w:val="00B61164"/>
    <w:rsid w:val="00B6155B"/>
    <w:rsid w:val="00B62BA4"/>
    <w:rsid w:val="00B6300A"/>
    <w:rsid w:val="00B63AC3"/>
    <w:rsid w:val="00B63D36"/>
    <w:rsid w:val="00B6539E"/>
    <w:rsid w:val="00B6573C"/>
    <w:rsid w:val="00B67129"/>
    <w:rsid w:val="00B67313"/>
    <w:rsid w:val="00B70B84"/>
    <w:rsid w:val="00B711BE"/>
    <w:rsid w:val="00B71248"/>
    <w:rsid w:val="00B725DD"/>
    <w:rsid w:val="00B73A0B"/>
    <w:rsid w:val="00B75DFD"/>
    <w:rsid w:val="00B81F02"/>
    <w:rsid w:val="00B829B9"/>
    <w:rsid w:val="00B83DA6"/>
    <w:rsid w:val="00B8412E"/>
    <w:rsid w:val="00B86278"/>
    <w:rsid w:val="00B86433"/>
    <w:rsid w:val="00B86B04"/>
    <w:rsid w:val="00B90EF9"/>
    <w:rsid w:val="00B92151"/>
    <w:rsid w:val="00B93C76"/>
    <w:rsid w:val="00B9444D"/>
    <w:rsid w:val="00B9504E"/>
    <w:rsid w:val="00B950ED"/>
    <w:rsid w:val="00B95152"/>
    <w:rsid w:val="00B969CA"/>
    <w:rsid w:val="00B9726D"/>
    <w:rsid w:val="00BA008A"/>
    <w:rsid w:val="00BA10E1"/>
    <w:rsid w:val="00BA2B5F"/>
    <w:rsid w:val="00BA3131"/>
    <w:rsid w:val="00BA3391"/>
    <w:rsid w:val="00BA34DA"/>
    <w:rsid w:val="00BA3878"/>
    <w:rsid w:val="00BA3A90"/>
    <w:rsid w:val="00BA4F1A"/>
    <w:rsid w:val="00BA513C"/>
    <w:rsid w:val="00BA73FB"/>
    <w:rsid w:val="00BA76EA"/>
    <w:rsid w:val="00BA7C33"/>
    <w:rsid w:val="00BA7EED"/>
    <w:rsid w:val="00BB0F10"/>
    <w:rsid w:val="00BB23C2"/>
    <w:rsid w:val="00BB29C0"/>
    <w:rsid w:val="00BB2D2F"/>
    <w:rsid w:val="00BB34A0"/>
    <w:rsid w:val="00BB3E5B"/>
    <w:rsid w:val="00BB6207"/>
    <w:rsid w:val="00BB6FE2"/>
    <w:rsid w:val="00BB7BE1"/>
    <w:rsid w:val="00BC044A"/>
    <w:rsid w:val="00BC3FA2"/>
    <w:rsid w:val="00BC4BC0"/>
    <w:rsid w:val="00BC66A3"/>
    <w:rsid w:val="00BC68E1"/>
    <w:rsid w:val="00BC738A"/>
    <w:rsid w:val="00BC7FF9"/>
    <w:rsid w:val="00BD0120"/>
    <w:rsid w:val="00BD0BA0"/>
    <w:rsid w:val="00BD0BD9"/>
    <w:rsid w:val="00BD0E69"/>
    <w:rsid w:val="00BD1964"/>
    <w:rsid w:val="00BD208E"/>
    <w:rsid w:val="00BD3157"/>
    <w:rsid w:val="00BD43A0"/>
    <w:rsid w:val="00BD445B"/>
    <w:rsid w:val="00BD5990"/>
    <w:rsid w:val="00BD5CAF"/>
    <w:rsid w:val="00BE22B1"/>
    <w:rsid w:val="00BE43E4"/>
    <w:rsid w:val="00BE6849"/>
    <w:rsid w:val="00BE7E6A"/>
    <w:rsid w:val="00BF13F4"/>
    <w:rsid w:val="00BF16F2"/>
    <w:rsid w:val="00BF19A1"/>
    <w:rsid w:val="00BF2C54"/>
    <w:rsid w:val="00BF3099"/>
    <w:rsid w:val="00BF5EB7"/>
    <w:rsid w:val="00BF62B3"/>
    <w:rsid w:val="00BF65D9"/>
    <w:rsid w:val="00BF74A3"/>
    <w:rsid w:val="00BF7A7C"/>
    <w:rsid w:val="00BF7D2D"/>
    <w:rsid w:val="00C01173"/>
    <w:rsid w:val="00C01564"/>
    <w:rsid w:val="00C02275"/>
    <w:rsid w:val="00C02961"/>
    <w:rsid w:val="00C03418"/>
    <w:rsid w:val="00C039EE"/>
    <w:rsid w:val="00C041CB"/>
    <w:rsid w:val="00C05298"/>
    <w:rsid w:val="00C064E2"/>
    <w:rsid w:val="00C068EB"/>
    <w:rsid w:val="00C0711B"/>
    <w:rsid w:val="00C10A5D"/>
    <w:rsid w:val="00C10BC4"/>
    <w:rsid w:val="00C112BF"/>
    <w:rsid w:val="00C11EA6"/>
    <w:rsid w:val="00C128B3"/>
    <w:rsid w:val="00C1358E"/>
    <w:rsid w:val="00C13733"/>
    <w:rsid w:val="00C14823"/>
    <w:rsid w:val="00C14AD4"/>
    <w:rsid w:val="00C16D89"/>
    <w:rsid w:val="00C17781"/>
    <w:rsid w:val="00C20C63"/>
    <w:rsid w:val="00C21303"/>
    <w:rsid w:val="00C214F4"/>
    <w:rsid w:val="00C21CD6"/>
    <w:rsid w:val="00C233D3"/>
    <w:rsid w:val="00C2400C"/>
    <w:rsid w:val="00C271D2"/>
    <w:rsid w:val="00C27AF2"/>
    <w:rsid w:val="00C27B10"/>
    <w:rsid w:val="00C301B7"/>
    <w:rsid w:val="00C31B60"/>
    <w:rsid w:val="00C35AEC"/>
    <w:rsid w:val="00C35BE3"/>
    <w:rsid w:val="00C36B1B"/>
    <w:rsid w:val="00C40766"/>
    <w:rsid w:val="00C40C12"/>
    <w:rsid w:val="00C42B7F"/>
    <w:rsid w:val="00C42FDC"/>
    <w:rsid w:val="00C43394"/>
    <w:rsid w:val="00C43513"/>
    <w:rsid w:val="00C4357D"/>
    <w:rsid w:val="00C443BD"/>
    <w:rsid w:val="00C465CB"/>
    <w:rsid w:val="00C47628"/>
    <w:rsid w:val="00C50A51"/>
    <w:rsid w:val="00C51510"/>
    <w:rsid w:val="00C51D8F"/>
    <w:rsid w:val="00C5207B"/>
    <w:rsid w:val="00C52D00"/>
    <w:rsid w:val="00C5406F"/>
    <w:rsid w:val="00C54D1E"/>
    <w:rsid w:val="00C56729"/>
    <w:rsid w:val="00C6190C"/>
    <w:rsid w:val="00C62FE7"/>
    <w:rsid w:val="00C65051"/>
    <w:rsid w:val="00C652D5"/>
    <w:rsid w:val="00C6549F"/>
    <w:rsid w:val="00C66126"/>
    <w:rsid w:val="00C66829"/>
    <w:rsid w:val="00C67379"/>
    <w:rsid w:val="00C70FF0"/>
    <w:rsid w:val="00C74B33"/>
    <w:rsid w:val="00C757D1"/>
    <w:rsid w:val="00C768EA"/>
    <w:rsid w:val="00C76DCD"/>
    <w:rsid w:val="00C80C57"/>
    <w:rsid w:val="00C82E39"/>
    <w:rsid w:val="00C83A7F"/>
    <w:rsid w:val="00C85255"/>
    <w:rsid w:val="00C853FA"/>
    <w:rsid w:val="00C85DE9"/>
    <w:rsid w:val="00C86098"/>
    <w:rsid w:val="00C8707A"/>
    <w:rsid w:val="00C87C7E"/>
    <w:rsid w:val="00C9097A"/>
    <w:rsid w:val="00C9195F"/>
    <w:rsid w:val="00C92825"/>
    <w:rsid w:val="00C94BE7"/>
    <w:rsid w:val="00C95836"/>
    <w:rsid w:val="00C96397"/>
    <w:rsid w:val="00C963F9"/>
    <w:rsid w:val="00C966D8"/>
    <w:rsid w:val="00CA0C35"/>
    <w:rsid w:val="00CA0DE6"/>
    <w:rsid w:val="00CA4B83"/>
    <w:rsid w:val="00CA5751"/>
    <w:rsid w:val="00CB09AF"/>
    <w:rsid w:val="00CB38B2"/>
    <w:rsid w:val="00CB5953"/>
    <w:rsid w:val="00CB68CC"/>
    <w:rsid w:val="00CB6A20"/>
    <w:rsid w:val="00CB6A87"/>
    <w:rsid w:val="00CB7EDD"/>
    <w:rsid w:val="00CC2A17"/>
    <w:rsid w:val="00CC2B0A"/>
    <w:rsid w:val="00CC3EEF"/>
    <w:rsid w:val="00CC423A"/>
    <w:rsid w:val="00CC5872"/>
    <w:rsid w:val="00CC588C"/>
    <w:rsid w:val="00CC5B8C"/>
    <w:rsid w:val="00CD07F7"/>
    <w:rsid w:val="00CD086E"/>
    <w:rsid w:val="00CD10E0"/>
    <w:rsid w:val="00CD3EB4"/>
    <w:rsid w:val="00CD4507"/>
    <w:rsid w:val="00CD4A9B"/>
    <w:rsid w:val="00CD5318"/>
    <w:rsid w:val="00CE1EB2"/>
    <w:rsid w:val="00CE3E74"/>
    <w:rsid w:val="00CE46FC"/>
    <w:rsid w:val="00CE4910"/>
    <w:rsid w:val="00CE4B3D"/>
    <w:rsid w:val="00CE610D"/>
    <w:rsid w:val="00CF069B"/>
    <w:rsid w:val="00CF09F1"/>
    <w:rsid w:val="00CF2674"/>
    <w:rsid w:val="00CF3C3A"/>
    <w:rsid w:val="00CF4166"/>
    <w:rsid w:val="00CF55A9"/>
    <w:rsid w:val="00CF633D"/>
    <w:rsid w:val="00CF7DA9"/>
    <w:rsid w:val="00D002CF"/>
    <w:rsid w:val="00D00373"/>
    <w:rsid w:val="00D0107B"/>
    <w:rsid w:val="00D01BA7"/>
    <w:rsid w:val="00D03A46"/>
    <w:rsid w:val="00D03C48"/>
    <w:rsid w:val="00D053D6"/>
    <w:rsid w:val="00D058DE"/>
    <w:rsid w:val="00D06D92"/>
    <w:rsid w:val="00D07E78"/>
    <w:rsid w:val="00D109FE"/>
    <w:rsid w:val="00D11813"/>
    <w:rsid w:val="00D11B8A"/>
    <w:rsid w:val="00D120A9"/>
    <w:rsid w:val="00D12898"/>
    <w:rsid w:val="00D140A9"/>
    <w:rsid w:val="00D154F7"/>
    <w:rsid w:val="00D15703"/>
    <w:rsid w:val="00D15798"/>
    <w:rsid w:val="00D1683F"/>
    <w:rsid w:val="00D214AF"/>
    <w:rsid w:val="00D233FB"/>
    <w:rsid w:val="00D2382D"/>
    <w:rsid w:val="00D24D0E"/>
    <w:rsid w:val="00D2509B"/>
    <w:rsid w:val="00D255F9"/>
    <w:rsid w:val="00D27750"/>
    <w:rsid w:val="00D3012E"/>
    <w:rsid w:val="00D30EF5"/>
    <w:rsid w:val="00D31896"/>
    <w:rsid w:val="00D328FA"/>
    <w:rsid w:val="00D34032"/>
    <w:rsid w:val="00D340FF"/>
    <w:rsid w:val="00D34774"/>
    <w:rsid w:val="00D3492E"/>
    <w:rsid w:val="00D35F4E"/>
    <w:rsid w:val="00D43D59"/>
    <w:rsid w:val="00D445CE"/>
    <w:rsid w:val="00D44F05"/>
    <w:rsid w:val="00D460F8"/>
    <w:rsid w:val="00D4638B"/>
    <w:rsid w:val="00D46535"/>
    <w:rsid w:val="00D475B5"/>
    <w:rsid w:val="00D47D89"/>
    <w:rsid w:val="00D500C0"/>
    <w:rsid w:val="00D506AF"/>
    <w:rsid w:val="00D52253"/>
    <w:rsid w:val="00D530F0"/>
    <w:rsid w:val="00D531D3"/>
    <w:rsid w:val="00D53F95"/>
    <w:rsid w:val="00D5658B"/>
    <w:rsid w:val="00D569C7"/>
    <w:rsid w:val="00D56AB0"/>
    <w:rsid w:val="00D56D4C"/>
    <w:rsid w:val="00D570D9"/>
    <w:rsid w:val="00D57A3B"/>
    <w:rsid w:val="00D61B5E"/>
    <w:rsid w:val="00D62279"/>
    <w:rsid w:val="00D626AC"/>
    <w:rsid w:val="00D63579"/>
    <w:rsid w:val="00D6401E"/>
    <w:rsid w:val="00D6483E"/>
    <w:rsid w:val="00D6554E"/>
    <w:rsid w:val="00D66524"/>
    <w:rsid w:val="00D6782D"/>
    <w:rsid w:val="00D710AE"/>
    <w:rsid w:val="00D7226E"/>
    <w:rsid w:val="00D72AF7"/>
    <w:rsid w:val="00D72CF3"/>
    <w:rsid w:val="00D7347F"/>
    <w:rsid w:val="00D73E20"/>
    <w:rsid w:val="00D758A1"/>
    <w:rsid w:val="00D76524"/>
    <w:rsid w:val="00D77786"/>
    <w:rsid w:val="00D779A9"/>
    <w:rsid w:val="00D80166"/>
    <w:rsid w:val="00D806A9"/>
    <w:rsid w:val="00D8125F"/>
    <w:rsid w:val="00D81E00"/>
    <w:rsid w:val="00D8245C"/>
    <w:rsid w:val="00D82FA5"/>
    <w:rsid w:val="00D84A41"/>
    <w:rsid w:val="00D863A3"/>
    <w:rsid w:val="00D86453"/>
    <w:rsid w:val="00D95170"/>
    <w:rsid w:val="00D95995"/>
    <w:rsid w:val="00D96E55"/>
    <w:rsid w:val="00D97885"/>
    <w:rsid w:val="00D97A0D"/>
    <w:rsid w:val="00D97EDC"/>
    <w:rsid w:val="00DA0362"/>
    <w:rsid w:val="00DA12F3"/>
    <w:rsid w:val="00DA224D"/>
    <w:rsid w:val="00DA26DF"/>
    <w:rsid w:val="00DA7C23"/>
    <w:rsid w:val="00DB04F1"/>
    <w:rsid w:val="00DB088E"/>
    <w:rsid w:val="00DB09A0"/>
    <w:rsid w:val="00DB2876"/>
    <w:rsid w:val="00DB2CFF"/>
    <w:rsid w:val="00DB356A"/>
    <w:rsid w:val="00DB3F56"/>
    <w:rsid w:val="00DB4342"/>
    <w:rsid w:val="00DB58DF"/>
    <w:rsid w:val="00DB61BD"/>
    <w:rsid w:val="00DB6539"/>
    <w:rsid w:val="00DB752D"/>
    <w:rsid w:val="00DB78E1"/>
    <w:rsid w:val="00DC09C9"/>
    <w:rsid w:val="00DC1318"/>
    <w:rsid w:val="00DC3AA7"/>
    <w:rsid w:val="00DC3B83"/>
    <w:rsid w:val="00DC5CF1"/>
    <w:rsid w:val="00DC7765"/>
    <w:rsid w:val="00DC7AC2"/>
    <w:rsid w:val="00DD13ED"/>
    <w:rsid w:val="00DD1A1C"/>
    <w:rsid w:val="00DD23F8"/>
    <w:rsid w:val="00DD3C0D"/>
    <w:rsid w:val="00DD4A69"/>
    <w:rsid w:val="00DD543A"/>
    <w:rsid w:val="00DD57B0"/>
    <w:rsid w:val="00DD64C9"/>
    <w:rsid w:val="00DE15E3"/>
    <w:rsid w:val="00DE38DE"/>
    <w:rsid w:val="00DE54B2"/>
    <w:rsid w:val="00DF0A01"/>
    <w:rsid w:val="00DF2DBA"/>
    <w:rsid w:val="00DF5954"/>
    <w:rsid w:val="00DF6FF1"/>
    <w:rsid w:val="00E00E42"/>
    <w:rsid w:val="00E02DF1"/>
    <w:rsid w:val="00E055CA"/>
    <w:rsid w:val="00E07446"/>
    <w:rsid w:val="00E07F95"/>
    <w:rsid w:val="00E11293"/>
    <w:rsid w:val="00E11C76"/>
    <w:rsid w:val="00E1263D"/>
    <w:rsid w:val="00E1304E"/>
    <w:rsid w:val="00E13216"/>
    <w:rsid w:val="00E133EF"/>
    <w:rsid w:val="00E1359A"/>
    <w:rsid w:val="00E1502C"/>
    <w:rsid w:val="00E15415"/>
    <w:rsid w:val="00E15F52"/>
    <w:rsid w:val="00E20AEB"/>
    <w:rsid w:val="00E23195"/>
    <w:rsid w:val="00E239BE"/>
    <w:rsid w:val="00E2486E"/>
    <w:rsid w:val="00E25367"/>
    <w:rsid w:val="00E25F18"/>
    <w:rsid w:val="00E26A7D"/>
    <w:rsid w:val="00E26DF0"/>
    <w:rsid w:val="00E30F90"/>
    <w:rsid w:val="00E31EEE"/>
    <w:rsid w:val="00E35016"/>
    <w:rsid w:val="00E3537F"/>
    <w:rsid w:val="00E3585B"/>
    <w:rsid w:val="00E35921"/>
    <w:rsid w:val="00E36632"/>
    <w:rsid w:val="00E37DE9"/>
    <w:rsid w:val="00E4104A"/>
    <w:rsid w:val="00E41FA3"/>
    <w:rsid w:val="00E4216B"/>
    <w:rsid w:val="00E4284D"/>
    <w:rsid w:val="00E42E37"/>
    <w:rsid w:val="00E443E0"/>
    <w:rsid w:val="00E45401"/>
    <w:rsid w:val="00E465E8"/>
    <w:rsid w:val="00E46927"/>
    <w:rsid w:val="00E50330"/>
    <w:rsid w:val="00E5040E"/>
    <w:rsid w:val="00E51B44"/>
    <w:rsid w:val="00E5246E"/>
    <w:rsid w:val="00E5577C"/>
    <w:rsid w:val="00E57598"/>
    <w:rsid w:val="00E57C4A"/>
    <w:rsid w:val="00E61B33"/>
    <w:rsid w:val="00E621EC"/>
    <w:rsid w:val="00E62595"/>
    <w:rsid w:val="00E62A47"/>
    <w:rsid w:val="00E631B4"/>
    <w:rsid w:val="00E64E54"/>
    <w:rsid w:val="00E65863"/>
    <w:rsid w:val="00E65CE4"/>
    <w:rsid w:val="00E65E86"/>
    <w:rsid w:val="00E6674E"/>
    <w:rsid w:val="00E67B6B"/>
    <w:rsid w:val="00E7103F"/>
    <w:rsid w:val="00E7126C"/>
    <w:rsid w:val="00E71465"/>
    <w:rsid w:val="00E72704"/>
    <w:rsid w:val="00E74F80"/>
    <w:rsid w:val="00E774F5"/>
    <w:rsid w:val="00E77C2D"/>
    <w:rsid w:val="00E8029E"/>
    <w:rsid w:val="00E8184A"/>
    <w:rsid w:val="00E81C2E"/>
    <w:rsid w:val="00E81D82"/>
    <w:rsid w:val="00E82D82"/>
    <w:rsid w:val="00E83C8C"/>
    <w:rsid w:val="00E844B8"/>
    <w:rsid w:val="00E84E7D"/>
    <w:rsid w:val="00E852A2"/>
    <w:rsid w:val="00E85D09"/>
    <w:rsid w:val="00E8660F"/>
    <w:rsid w:val="00E86898"/>
    <w:rsid w:val="00E874E3"/>
    <w:rsid w:val="00E87833"/>
    <w:rsid w:val="00E91ADC"/>
    <w:rsid w:val="00E923AF"/>
    <w:rsid w:val="00E92B49"/>
    <w:rsid w:val="00E92DF6"/>
    <w:rsid w:val="00E92F28"/>
    <w:rsid w:val="00E96F0C"/>
    <w:rsid w:val="00EA0197"/>
    <w:rsid w:val="00EA236E"/>
    <w:rsid w:val="00EA449A"/>
    <w:rsid w:val="00EA5625"/>
    <w:rsid w:val="00EA59EB"/>
    <w:rsid w:val="00EA7D84"/>
    <w:rsid w:val="00EB236E"/>
    <w:rsid w:val="00EB26A7"/>
    <w:rsid w:val="00EB2ECB"/>
    <w:rsid w:val="00EB3717"/>
    <w:rsid w:val="00EB3D0A"/>
    <w:rsid w:val="00EB625E"/>
    <w:rsid w:val="00EB6261"/>
    <w:rsid w:val="00EB6F52"/>
    <w:rsid w:val="00EB7254"/>
    <w:rsid w:val="00EB74C5"/>
    <w:rsid w:val="00EB784F"/>
    <w:rsid w:val="00EB791A"/>
    <w:rsid w:val="00EC0BD6"/>
    <w:rsid w:val="00EC1E73"/>
    <w:rsid w:val="00EC213E"/>
    <w:rsid w:val="00EC40A7"/>
    <w:rsid w:val="00EC4CB9"/>
    <w:rsid w:val="00EC6E86"/>
    <w:rsid w:val="00EC71F8"/>
    <w:rsid w:val="00ED022B"/>
    <w:rsid w:val="00ED1038"/>
    <w:rsid w:val="00ED10BF"/>
    <w:rsid w:val="00ED134E"/>
    <w:rsid w:val="00ED1FC0"/>
    <w:rsid w:val="00ED2465"/>
    <w:rsid w:val="00ED2835"/>
    <w:rsid w:val="00ED3F5B"/>
    <w:rsid w:val="00ED53BE"/>
    <w:rsid w:val="00ED6CFC"/>
    <w:rsid w:val="00ED6EBD"/>
    <w:rsid w:val="00EE1C36"/>
    <w:rsid w:val="00EE1EF0"/>
    <w:rsid w:val="00EE2AC1"/>
    <w:rsid w:val="00EE2BEC"/>
    <w:rsid w:val="00EE332C"/>
    <w:rsid w:val="00EE3B11"/>
    <w:rsid w:val="00EE41EA"/>
    <w:rsid w:val="00EE6776"/>
    <w:rsid w:val="00EE6C6D"/>
    <w:rsid w:val="00EE7BC4"/>
    <w:rsid w:val="00EF13C1"/>
    <w:rsid w:val="00EF2A25"/>
    <w:rsid w:val="00EF7433"/>
    <w:rsid w:val="00EF7818"/>
    <w:rsid w:val="00EF7E00"/>
    <w:rsid w:val="00EF7E19"/>
    <w:rsid w:val="00F008D3"/>
    <w:rsid w:val="00F00997"/>
    <w:rsid w:val="00F01E96"/>
    <w:rsid w:val="00F02120"/>
    <w:rsid w:val="00F028CB"/>
    <w:rsid w:val="00F03E6A"/>
    <w:rsid w:val="00F03F4B"/>
    <w:rsid w:val="00F0470D"/>
    <w:rsid w:val="00F060A3"/>
    <w:rsid w:val="00F06CFE"/>
    <w:rsid w:val="00F10D2F"/>
    <w:rsid w:val="00F14A9B"/>
    <w:rsid w:val="00F15ECA"/>
    <w:rsid w:val="00F16B00"/>
    <w:rsid w:val="00F2030D"/>
    <w:rsid w:val="00F216BF"/>
    <w:rsid w:val="00F22AF5"/>
    <w:rsid w:val="00F23031"/>
    <w:rsid w:val="00F23597"/>
    <w:rsid w:val="00F23624"/>
    <w:rsid w:val="00F249E1"/>
    <w:rsid w:val="00F2530C"/>
    <w:rsid w:val="00F25720"/>
    <w:rsid w:val="00F2575C"/>
    <w:rsid w:val="00F2593F"/>
    <w:rsid w:val="00F25C90"/>
    <w:rsid w:val="00F26C14"/>
    <w:rsid w:val="00F27EFE"/>
    <w:rsid w:val="00F30677"/>
    <w:rsid w:val="00F30BC7"/>
    <w:rsid w:val="00F367B2"/>
    <w:rsid w:val="00F37169"/>
    <w:rsid w:val="00F374E8"/>
    <w:rsid w:val="00F40392"/>
    <w:rsid w:val="00F408A9"/>
    <w:rsid w:val="00F41F27"/>
    <w:rsid w:val="00F43093"/>
    <w:rsid w:val="00F43172"/>
    <w:rsid w:val="00F436F3"/>
    <w:rsid w:val="00F43AFB"/>
    <w:rsid w:val="00F477C3"/>
    <w:rsid w:val="00F47EE4"/>
    <w:rsid w:val="00F512AE"/>
    <w:rsid w:val="00F54113"/>
    <w:rsid w:val="00F56194"/>
    <w:rsid w:val="00F56701"/>
    <w:rsid w:val="00F56DD1"/>
    <w:rsid w:val="00F60995"/>
    <w:rsid w:val="00F60E84"/>
    <w:rsid w:val="00F62198"/>
    <w:rsid w:val="00F624F9"/>
    <w:rsid w:val="00F62712"/>
    <w:rsid w:val="00F62D76"/>
    <w:rsid w:val="00F63325"/>
    <w:rsid w:val="00F652FB"/>
    <w:rsid w:val="00F65359"/>
    <w:rsid w:val="00F664AA"/>
    <w:rsid w:val="00F67DF0"/>
    <w:rsid w:val="00F71507"/>
    <w:rsid w:val="00F72448"/>
    <w:rsid w:val="00F73F05"/>
    <w:rsid w:val="00F752E3"/>
    <w:rsid w:val="00F75474"/>
    <w:rsid w:val="00F762B7"/>
    <w:rsid w:val="00F77472"/>
    <w:rsid w:val="00F806DD"/>
    <w:rsid w:val="00F81B87"/>
    <w:rsid w:val="00F82466"/>
    <w:rsid w:val="00F824D9"/>
    <w:rsid w:val="00F82528"/>
    <w:rsid w:val="00F828A5"/>
    <w:rsid w:val="00F82BBF"/>
    <w:rsid w:val="00F86A6F"/>
    <w:rsid w:val="00F86F51"/>
    <w:rsid w:val="00F87934"/>
    <w:rsid w:val="00F87C13"/>
    <w:rsid w:val="00F90D45"/>
    <w:rsid w:val="00F92AD7"/>
    <w:rsid w:val="00F93C1A"/>
    <w:rsid w:val="00F93EB6"/>
    <w:rsid w:val="00FA1299"/>
    <w:rsid w:val="00FA185E"/>
    <w:rsid w:val="00FA2F1D"/>
    <w:rsid w:val="00FA2F6C"/>
    <w:rsid w:val="00FA390B"/>
    <w:rsid w:val="00FA46AB"/>
    <w:rsid w:val="00FA5236"/>
    <w:rsid w:val="00FA5F80"/>
    <w:rsid w:val="00FA6209"/>
    <w:rsid w:val="00FA6BEC"/>
    <w:rsid w:val="00FA739E"/>
    <w:rsid w:val="00FA7A37"/>
    <w:rsid w:val="00FA7CD8"/>
    <w:rsid w:val="00FB1BCB"/>
    <w:rsid w:val="00FB28F7"/>
    <w:rsid w:val="00FB2B91"/>
    <w:rsid w:val="00FB38D5"/>
    <w:rsid w:val="00FB437B"/>
    <w:rsid w:val="00FB50E4"/>
    <w:rsid w:val="00FB6A2B"/>
    <w:rsid w:val="00FB7088"/>
    <w:rsid w:val="00FB743F"/>
    <w:rsid w:val="00FB7B30"/>
    <w:rsid w:val="00FC0B18"/>
    <w:rsid w:val="00FC12FF"/>
    <w:rsid w:val="00FC1EC9"/>
    <w:rsid w:val="00FC3FB2"/>
    <w:rsid w:val="00FC4AE5"/>
    <w:rsid w:val="00FC5706"/>
    <w:rsid w:val="00FC5D45"/>
    <w:rsid w:val="00FC5FF4"/>
    <w:rsid w:val="00FC6894"/>
    <w:rsid w:val="00FD08CA"/>
    <w:rsid w:val="00FD1C03"/>
    <w:rsid w:val="00FD21B8"/>
    <w:rsid w:val="00FD2AF5"/>
    <w:rsid w:val="00FD46BF"/>
    <w:rsid w:val="00FD4B30"/>
    <w:rsid w:val="00FD5EEC"/>
    <w:rsid w:val="00FD6182"/>
    <w:rsid w:val="00FD711D"/>
    <w:rsid w:val="00FD7AC1"/>
    <w:rsid w:val="00FD7D6F"/>
    <w:rsid w:val="00FD7E51"/>
    <w:rsid w:val="00FD7FB4"/>
    <w:rsid w:val="00FE11EF"/>
    <w:rsid w:val="00FE145F"/>
    <w:rsid w:val="00FE24DA"/>
    <w:rsid w:val="00FE35E1"/>
    <w:rsid w:val="00FE64A2"/>
    <w:rsid w:val="00FF0D61"/>
    <w:rsid w:val="00FF1B02"/>
    <w:rsid w:val="00FF1D68"/>
    <w:rsid w:val="00FF23A4"/>
    <w:rsid w:val="00FF4E8A"/>
    <w:rsid w:val="00FF5633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3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98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3A5"/>
    <w:pPr>
      <w:keepNext/>
      <w:numPr>
        <w:numId w:val="12"/>
      </w:numPr>
      <w:tabs>
        <w:tab w:val="clear" w:pos="432"/>
        <w:tab w:val="left" w:pos="504"/>
      </w:tabs>
      <w:spacing w:before="120" w:after="120"/>
      <w:ind w:left="504" w:hanging="504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B113A5"/>
    <w:pPr>
      <w:numPr>
        <w:ilvl w:val="1"/>
        <w:numId w:val="12"/>
      </w:numPr>
      <w:tabs>
        <w:tab w:val="left" w:pos="1008"/>
      </w:tabs>
      <w:spacing w:before="120" w:after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41FA3"/>
    <w:pPr>
      <w:keepNext/>
      <w:numPr>
        <w:ilvl w:val="2"/>
        <w:numId w:val="12"/>
      </w:numPr>
      <w:tabs>
        <w:tab w:val="left" w:pos="1800"/>
      </w:tabs>
      <w:spacing w:before="120" w:after="120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BF7A7C"/>
    <w:pPr>
      <w:keepNext/>
      <w:numPr>
        <w:ilvl w:val="3"/>
        <w:numId w:val="12"/>
      </w:numPr>
      <w:tabs>
        <w:tab w:val="clear" w:pos="864"/>
        <w:tab w:val="num" w:pos="2520"/>
      </w:tabs>
      <w:spacing w:before="120" w:after="120"/>
      <w:ind w:left="2736" w:hanging="936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015A7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15A7A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15A7A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15A7A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15A7A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vl1">
    <w:name w:val="Bullet Lvl 1"/>
    <w:basedOn w:val="Normal"/>
    <w:rsid w:val="00540D91"/>
    <w:pPr>
      <w:ind w:left="360" w:hanging="360"/>
    </w:pPr>
    <w:rPr>
      <w:rFonts w:ascii="Arial" w:hAnsi="Arial"/>
    </w:rPr>
  </w:style>
  <w:style w:type="paragraph" w:customStyle="1" w:styleId="BulletLvl2">
    <w:name w:val="Bullet Lvl 2"/>
    <w:basedOn w:val="Normal"/>
    <w:rsid w:val="008A0C97"/>
    <w:pPr>
      <w:numPr>
        <w:numId w:val="1"/>
      </w:numPr>
      <w:tabs>
        <w:tab w:val="clear" w:pos="720"/>
        <w:tab w:val="left" w:pos="864"/>
      </w:tabs>
      <w:ind w:left="864"/>
    </w:pPr>
    <w:rPr>
      <w:rFonts w:ascii="Arial" w:hAnsi="Arial"/>
    </w:rPr>
  </w:style>
  <w:style w:type="paragraph" w:customStyle="1" w:styleId="NumLvl1">
    <w:name w:val="Num Lvl 1"/>
    <w:basedOn w:val="Normal"/>
    <w:rsid w:val="00671AD7"/>
    <w:pPr>
      <w:numPr>
        <w:numId w:val="4"/>
      </w:numPr>
      <w:spacing w:before="60" w:after="60"/>
    </w:pPr>
    <w:rPr>
      <w:rFonts w:ascii="Arial" w:hAnsi="Arial" w:cs="Arial"/>
      <w:bCs/>
    </w:rPr>
  </w:style>
  <w:style w:type="paragraph" w:customStyle="1" w:styleId="FigureTitle">
    <w:name w:val="Figure Title"/>
    <w:basedOn w:val="Normal"/>
    <w:next w:val="Normal"/>
    <w:rsid w:val="0003515E"/>
    <w:pPr>
      <w:spacing w:before="120" w:after="240"/>
      <w:jc w:val="center"/>
    </w:pPr>
    <w:rPr>
      <w:b/>
      <w:i/>
      <w:szCs w:val="20"/>
    </w:rPr>
  </w:style>
  <w:style w:type="paragraph" w:styleId="Header">
    <w:name w:val="header"/>
    <w:basedOn w:val="Normal"/>
    <w:rsid w:val="000351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4374"/>
    <w:pPr>
      <w:tabs>
        <w:tab w:val="center" w:pos="4320"/>
        <w:tab w:val="right" w:pos="8640"/>
      </w:tabs>
      <w:jc w:val="center"/>
    </w:pPr>
    <w:rPr>
      <w:rFonts w:ascii="Arial" w:hAnsi="Arial" w:cs="Arial"/>
      <w:i/>
      <w:sz w:val="20"/>
      <w:szCs w:val="20"/>
    </w:rPr>
  </w:style>
  <w:style w:type="paragraph" w:customStyle="1" w:styleId="TableTitle">
    <w:name w:val="Table Title"/>
    <w:basedOn w:val="Normal"/>
    <w:next w:val="Normal"/>
    <w:rsid w:val="0003515E"/>
    <w:pPr>
      <w:keepNext/>
      <w:spacing w:before="120" w:after="240"/>
      <w:jc w:val="center"/>
    </w:pPr>
    <w:rPr>
      <w:b/>
      <w:i/>
      <w:szCs w:val="20"/>
    </w:rPr>
  </w:style>
  <w:style w:type="paragraph" w:customStyle="1" w:styleId="NumLvl2">
    <w:name w:val="Num Lvl 2"/>
    <w:basedOn w:val="Normal"/>
    <w:link w:val="NumLvl2Char"/>
    <w:rsid w:val="00671AD7"/>
    <w:pPr>
      <w:numPr>
        <w:numId w:val="5"/>
      </w:numPr>
      <w:tabs>
        <w:tab w:val="clear" w:pos="720"/>
        <w:tab w:val="left" w:pos="864"/>
      </w:tabs>
      <w:spacing w:before="60" w:after="60"/>
      <w:ind w:left="864"/>
    </w:pPr>
    <w:rPr>
      <w:rFonts w:ascii="Arial" w:hAnsi="Arial" w:cs="Arial"/>
      <w:bCs/>
    </w:rPr>
  </w:style>
  <w:style w:type="paragraph" w:customStyle="1" w:styleId="NumLvl3">
    <w:name w:val="Num Lvl 3"/>
    <w:basedOn w:val="Normal"/>
    <w:rsid w:val="00BF7A7C"/>
    <w:pPr>
      <w:numPr>
        <w:numId w:val="6"/>
      </w:numPr>
      <w:spacing w:before="60" w:after="60"/>
      <w:ind w:left="1368"/>
    </w:pPr>
    <w:rPr>
      <w:rFonts w:ascii="Arial" w:hAnsi="Arial" w:cs="Arial"/>
      <w:bCs/>
    </w:rPr>
  </w:style>
  <w:style w:type="table" w:styleId="TableGrid">
    <w:name w:val="Table Grid"/>
    <w:basedOn w:val="TableNormal"/>
    <w:rsid w:val="00035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Lvl4">
    <w:name w:val="Num Lvl 4"/>
    <w:basedOn w:val="Normal"/>
    <w:rsid w:val="00BF7A7C"/>
    <w:pPr>
      <w:numPr>
        <w:numId w:val="7"/>
      </w:numPr>
      <w:spacing w:before="60" w:after="60"/>
      <w:ind w:left="2160"/>
    </w:pPr>
    <w:rPr>
      <w:rFonts w:ascii="Arial" w:hAnsi="Arial" w:cs="Arial"/>
      <w:bCs/>
    </w:rPr>
  </w:style>
  <w:style w:type="paragraph" w:customStyle="1" w:styleId="LtrLvl1">
    <w:name w:val="Ltr Lvl 1"/>
    <w:basedOn w:val="Normal"/>
    <w:rsid w:val="00671AD7"/>
    <w:pPr>
      <w:numPr>
        <w:numId w:val="8"/>
      </w:numPr>
      <w:spacing w:before="60" w:after="60"/>
    </w:pPr>
    <w:rPr>
      <w:rFonts w:ascii="Arial" w:hAnsi="Arial"/>
    </w:rPr>
  </w:style>
  <w:style w:type="paragraph" w:styleId="BalloonText">
    <w:name w:val="Balloon Text"/>
    <w:basedOn w:val="Normal"/>
    <w:semiHidden/>
    <w:rsid w:val="00FF1B02"/>
    <w:rPr>
      <w:rFonts w:ascii="Tahoma" w:hAnsi="Tahoma" w:cs="Tahoma"/>
      <w:sz w:val="16"/>
      <w:szCs w:val="16"/>
    </w:rPr>
  </w:style>
  <w:style w:type="paragraph" w:customStyle="1" w:styleId="TextLvl1">
    <w:name w:val="Text Lvl 1"/>
    <w:rsid w:val="00671AD7"/>
    <w:pPr>
      <w:spacing w:before="120" w:after="120"/>
    </w:pPr>
    <w:rPr>
      <w:rFonts w:ascii="Arial" w:hAnsi="Arial"/>
      <w:sz w:val="24"/>
    </w:rPr>
  </w:style>
  <w:style w:type="paragraph" w:customStyle="1" w:styleId="TextLvl2">
    <w:name w:val="Text Lvl 2"/>
    <w:basedOn w:val="Normal"/>
    <w:rsid w:val="00671AD7"/>
    <w:pPr>
      <w:spacing w:before="120" w:after="120"/>
      <w:ind w:left="504"/>
    </w:pPr>
    <w:rPr>
      <w:rFonts w:ascii="Arial" w:hAnsi="Arial"/>
    </w:rPr>
  </w:style>
  <w:style w:type="paragraph" w:customStyle="1" w:styleId="BulletLvl3">
    <w:name w:val="Bullet Lvl 3"/>
    <w:basedOn w:val="Normal"/>
    <w:rsid w:val="008A0C97"/>
    <w:pPr>
      <w:numPr>
        <w:numId w:val="2"/>
      </w:numPr>
      <w:tabs>
        <w:tab w:val="clear" w:pos="1080"/>
        <w:tab w:val="left" w:pos="1368"/>
      </w:tabs>
      <w:ind w:left="1368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D53F95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D53F95"/>
    <w:pPr>
      <w:ind w:left="240"/>
    </w:pPr>
    <w:rPr>
      <w:rFonts w:ascii="Arial" w:hAnsi="Arial"/>
    </w:rPr>
  </w:style>
  <w:style w:type="character" w:styleId="Hyperlink">
    <w:name w:val="Hyperlink"/>
    <w:basedOn w:val="DefaultParagraphFont"/>
    <w:rsid w:val="00D53F95"/>
    <w:rPr>
      <w:color w:val="0000FF"/>
      <w:u w:val="single"/>
    </w:rPr>
  </w:style>
  <w:style w:type="paragraph" w:customStyle="1" w:styleId="TOCTitle">
    <w:name w:val="TOC Title"/>
    <w:basedOn w:val="Normal"/>
    <w:rsid w:val="00C40766"/>
    <w:pPr>
      <w:jc w:val="center"/>
    </w:pPr>
    <w:rPr>
      <w:rFonts w:ascii="Arial" w:hAnsi="Arial" w:cs="Arial"/>
      <w:b/>
      <w:sz w:val="32"/>
      <w:szCs w:val="32"/>
    </w:rPr>
  </w:style>
  <w:style w:type="character" w:customStyle="1" w:styleId="Heading2Char1">
    <w:name w:val="Heading 2 Char1"/>
    <w:aliases w:val="Heading 2 Char Char"/>
    <w:basedOn w:val="DefaultParagraphFont"/>
    <w:link w:val="Heading2"/>
    <w:rsid w:val="00B113A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HeaderPage2">
    <w:name w:val="Header Page 2"/>
    <w:basedOn w:val="Header"/>
    <w:rsid w:val="007A4374"/>
    <w:rPr>
      <w:rFonts w:ascii="Arial" w:hAnsi="Arial" w:cs="Arial"/>
      <w:i/>
      <w:sz w:val="20"/>
      <w:szCs w:val="20"/>
    </w:rPr>
  </w:style>
  <w:style w:type="paragraph" w:customStyle="1" w:styleId="TextLvl3">
    <w:name w:val="Text Lvl 3"/>
    <w:basedOn w:val="Normal"/>
    <w:rsid w:val="00671AD7"/>
    <w:pPr>
      <w:spacing w:before="120" w:after="120"/>
      <w:ind w:left="1008"/>
    </w:pPr>
    <w:rPr>
      <w:rFonts w:ascii="Arial" w:hAnsi="Arial"/>
    </w:rPr>
  </w:style>
  <w:style w:type="paragraph" w:customStyle="1" w:styleId="TextLvl4">
    <w:name w:val="Text Lvl 4"/>
    <w:basedOn w:val="Normal"/>
    <w:rsid w:val="00BF7A7C"/>
    <w:pPr>
      <w:tabs>
        <w:tab w:val="right" w:leader="dot" w:pos="9350"/>
      </w:tabs>
      <w:spacing w:before="120" w:after="120"/>
      <w:ind w:left="1800"/>
    </w:pPr>
    <w:rPr>
      <w:rFonts w:ascii="Arial" w:hAnsi="Arial" w:cs="Arial"/>
      <w:bCs/>
    </w:rPr>
  </w:style>
  <w:style w:type="paragraph" w:customStyle="1" w:styleId="BulletLvl4">
    <w:name w:val="Bullet Lvl 4"/>
    <w:basedOn w:val="Normal"/>
    <w:rsid w:val="00BF7A7C"/>
    <w:pPr>
      <w:numPr>
        <w:numId w:val="3"/>
      </w:numPr>
      <w:ind w:left="2160" w:hanging="360"/>
    </w:pPr>
    <w:rPr>
      <w:rFonts w:ascii="Arial" w:hAnsi="Arial" w:cs="Arial"/>
      <w:bCs/>
    </w:rPr>
  </w:style>
  <w:style w:type="paragraph" w:customStyle="1" w:styleId="LtrLvl2">
    <w:name w:val="Ltr Lvl 2"/>
    <w:basedOn w:val="Normal"/>
    <w:rsid w:val="00671AD7"/>
    <w:pPr>
      <w:numPr>
        <w:numId w:val="9"/>
      </w:numPr>
      <w:spacing w:before="60" w:after="60"/>
      <w:ind w:left="864"/>
    </w:pPr>
    <w:rPr>
      <w:rFonts w:ascii="Arial" w:hAnsi="Arial"/>
    </w:rPr>
  </w:style>
  <w:style w:type="paragraph" w:customStyle="1" w:styleId="LtrLvl3Char">
    <w:name w:val="Ltr Lvl 3 Char"/>
    <w:basedOn w:val="Normal"/>
    <w:link w:val="LtrLvl3CharChar"/>
    <w:rsid w:val="00671AD7"/>
    <w:pPr>
      <w:numPr>
        <w:numId w:val="10"/>
      </w:numPr>
      <w:spacing w:before="60" w:after="60"/>
      <w:ind w:left="1368"/>
    </w:pPr>
    <w:rPr>
      <w:rFonts w:ascii="Arial" w:hAnsi="Arial"/>
    </w:rPr>
  </w:style>
  <w:style w:type="paragraph" w:customStyle="1" w:styleId="LtrLvl4">
    <w:name w:val="Ltr Lvl 4"/>
    <w:basedOn w:val="Normal"/>
    <w:rsid w:val="00BF7A7C"/>
    <w:pPr>
      <w:numPr>
        <w:numId w:val="11"/>
      </w:numPr>
      <w:spacing w:before="60" w:after="60"/>
      <w:ind w:left="2160"/>
    </w:pPr>
    <w:rPr>
      <w:rFonts w:ascii="Arial" w:hAnsi="Arial"/>
    </w:rPr>
  </w:style>
  <w:style w:type="character" w:customStyle="1" w:styleId="LtrLvl3CharChar">
    <w:name w:val="Ltr Lvl 3 Char Char"/>
    <w:basedOn w:val="DefaultParagraphFont"/>
    <w:link w:val="LtrLvl3Char"/>
    <w:rsid w:val="00671AD7"/>
    <w:rPr>
      <w:rFonts w:ascii="Arial" w:hAnsi="Arial"/>
      <w:sz w:val="24"/>
      <w:szCs w:val="24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BF62B3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BF62B3"/>
    <w:pPr>
      <w:ind w:left="720"/>
    </w:pPr>
    <w:rPr>
      <w:rFonts w:ascii="Arial" w:hAnsi="Arial"/>
    </w:rPr>
  </w:style>
  <w:style w:type="character" w:customStyle="1" w:styleId="NumLvl2Char">
    <w:name w:val="Num Lvl 2 Char"/>
    <w:basedOn w:val="DefaultParagraphFont"/>
    <w:link w:val="NumLvl2"/>
    <w:rsid w:val="00BF7A7C"/>
    <w:rPr>
      <w:rFonts w:ascii="Arial" w:hAnsi="Arial" w:cs="Arial"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semiHidden/>
    <w:rsid w:val="00BF62B3"/>
    <w:pPr>
      <w:ind w:left="960"/>
    </w:pPr>
    <w:rPr>
      <w:rFonts w:ascii="Arial" w:hAnsi="Arial"/>
    </w:rPr>
  </w:style>
  <w:style w:type="character" w:styleId="FollowedHyperlink">
    <w:name w:val="FollowedHyperlink"/>
    <w:basedOn w:val="DefaultParagraphFont"/>
    <w:rsid w:val="00C13733"/>
    <w:rPr>
      <w:color w:val="0000FF"/>
      <w:u w:val="single"/>
    </w:rPr>
  </w:style>
  <w:style w:type="paragraph" w:styleId="BlockText">
    <w:name w:val="Block Text"/>
    <w:basedOn w:val="Normal"/>
    <w:rsid w:val="00C13733"/>
    <w:pPr>
      <w:spacing w:after="120"/>
      <w:ind w:left="1440" w:right="1440"/>
    </w:pPr>
  </w:style>
  <w:style w:type="paragraph" w:styleId="BodyText">
    <w:name w:val="Body Text"/>
    <w:basedOn w:val="Normal"/>
    <w:rsid w:val="00C13733"/>
    <w:pPr>
      <w:spacing w:after="120"/>
    </w:pPr>
  </w:style>
  <w:style w:type="paragraph" w:styleId="BodyText2">
    <w:name w:val="Body Text 2"/>
    <w:basedOn w:val="Normal"/>
    <w:rsid w:val="00C13733"/>
    <w:pPr>
      <w:spacing w:after="120" w:line="480" w:lineRule="auto"/>
    </w:pPr>
  </w:style>
  <w:style w:type="paragraph" w:styleId="BodyText3">
    <w:name w:val="Body Text 3"/>
    <w:basedOn w:val="Normal"/>
    <w:rsid w:val="00C1373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3733"/>
    <w:pPr>
      <w:ind w:firstLine="210"/>
    </w:pPr>
  </w:style>
  <w:style w:type="paragraph" w:styleId="BodyTextIndent">
    <w:name w:val="Body Text Indent"/>
    <w:basedOn w:val="Normal"/>
    <w:rsid w:val="00C13733"/>
    <w:pPr>
      <w:spacing w:after="120"/>
      <w:ind w:left="360"/>
    </w:pPr>
  </w:style>
  <w:style w:type="paragraph" w:styleId="BodyTextFirstIndent2">
    <w:name w:val="Body Text First Indent 2"/>
    <w:basedOn w:val="BodyTextIndent"/>
    <w:rsid w:val="00C13733"/>
    <w:pPr>
      <w:ind w:firstLine="210"/>
    </w:pPr>
  </w:style>
  <w:style w:type="paragraph" w:styleId="BodyTextIndent2">
    <w:name w:val="Body Text Indent 2"/>
    <w:basedOn w:val="Normal"/>
    <w:rsid w:val="00C13733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3733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C13733"/>
    <w:rPr>
      <w:b/>
      <w:bCs/>
      <w:sz w:val="20"/>
      <w:szCs w:val="20"/>
    </w:rPr>
  </w:style>
  <w:style w:type="paragraph" w:styleId="Closing">
    <w:name w:val="Closing"/>
    <w:basedOn w:val="Normal"/>
    <w:rsid w:val="00C13733"/>
    <w:pPr>
      <w:ind w:left="4320"/>
    </w:pPr>
  </w:style>
  <w:style w:type="paragraph" w:styleId="CommentText">
    <w:name w:val="annotation text"/>
    <w:basedOn w:val="Normal"/>
    <w:semiHidden/>
    <w:rsid w:val="00C137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13733"/>
    <w:rPr>
      <w:b/>
      <w:bCs/>
    </w:rPr>
  </w:style>
  <w:style w:type="paragraph" w:styleId="Date">
    <w:name w:val="Date"/>
    <w:basedOn w:val="Normal"/>
    <w:next w:val="Normal"/>
    <w:rsid w:val="00C13733"/>
  </w:style>
  <w:style w:type="paragraph" w:styleId="DocumentMap">
    <w:name w:val="Document Map"/>
    <w:basedOn w:val="Normal"/>
    <w:semiHidden/>
    <w:rsid w:val="00C137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C13733"/>
  </w:style>
  <w:style w:type="paragraph" w:styleId="EndnoteText">
    <w:name w:val="endnote text"/>
    <w:basedOn w:val="Normal"/>
    <w:semiHidden/>
    <w:rsid w:val="00C13733"/>
    <w:rPr>
      <w:sz w:val="20"/>
      <w:szCs w:val="20"/>
    </w:rPr>
  </w:style>
  <w:style w:type="paragraph" w:styleId="EnvelopeAddress">
    <w:name w:val="envelope address"/>
    <w:basedOn w:val="Normal"/>
    <w:rsid w:val="00C1373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13733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13733"/>
    <w:rPr>
      <w:sz w:val="20"/>
      <w:szCs w:val="20"/>
    </w:rPr>
  </w:style>
  <w:style w:type="paragraph" w:styleId="HTMLAddress">
    <w:name w:val="HTML Address"/>
    <w:basedOn w:val="Normal"/>
    <w:rsid w:val="00C13733"/>
    <w:rPr>
      <w:i/>
      <w:iCs/>
    </w:rPr>
  </w:style>
  <w:style w:type="paragraph" w:styleId="HTMLPreformatted">
    <w:name w:val="HTML Preformatted"/>
    <w:basedOn w:val="Normal"/>
    <w:rsid w:val="00C1373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1373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1373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1373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1373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1373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1373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1373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1373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13733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13733"/>
    <w:rPr>
      <w:rFonts w:ascii="Arial" w:hAnsi="Arial" w:cs="Arial"/>
      <w:b/>
      <w:bCs/>
    </w:rPr>
  </w:style>
  <w:style w:type="paragraph" w:styleId="List">
    <w:name w:val="List"/>
    <w:basedOn w:val="Normal"/>
    <w:rsid w:val="00C13733"/>
    <w:pPr>
      <w:ind w:left="360" w:hanging="360"/>
    </w:pPr>
  </w:style>
  <w:style w:type="paragraph" w:styleId="List2">
    <w:name w:val="List 2"/>
    <w:basedOn w:val="Normal"/>
    <w:rsid w:val="00C13733"/>
    <w:pPr>
      <w:ind w:left="720" w:hanging="360"/>
    </w:pPr>
  </w:style>
  <w:style w:type="paragraph" w:styleId="List3">
    <w:name w:val="List 3"/>
    <w:basedOn w:val="Normal"/>
    <w:rsid w:val="00C13733"/>
    <w:pPr>
      <w:ind w:left="1080" w:hanging="360"/>
    </w:pPr>
  </w:style>
  <w:style w:type="paragraph" w:styleId="List4">
    <w:name w:val="List 4"/>
    <w:basedOn w:val="Normal"/>
    <w:rsid w:val="00C13733"/>
    <w:pPr>
      <w:ind w:left="1440" w:hanging="360"/>
    </w:pPr>
  </w:style>
  <w:style w:type="paragraph" w:styleId="List5">
    <w:name w:val="List 5"/>
    <w:basedOn w:val="Normal"/>
    <w:rsid w:val="00C13733"/>
    <w:pPr>
      <w:ind w:left="1800" w:hanging="360"/>
    </w:pPr>
  </w:style>
  <w:style w:type="paragraph" w:styleId="ListBullet">
    <w:name w:val="List Bullet"/>
    <w:basedOn w:val="Normal"/>
    <w:rsid w:val="00C13733"/>
    <w:pPr>
      <w:numPr>
        <w:numId w:val="13"/>
      </w:numPr>
    </w:pPr>
  </w:style>
  <w:style w:type="paragraph" w:styleId="ListBullet2">
    <w:name w:val="List Bullet 2"/>
    <w:basedOn w:val="Normal"/>
    <w:rsid w:val="00C13733"/>
    <w:pPr>
      <w:numPr>
        <w:numId w:val="14"/>
      </w:numPr>
    </w:pPr>
  </w:style>
  <w:style w:type="paragraph" w:styleId="ListBullet3">
    <w:name w:val="List Bullet 3"/>
    <w:basedOn w:val="Normal"/>
    <w:rsid w:val="00C13733"/>
    <w:pPr>
      <w:numPr>
        <w:numId w:val="15"/>
      </w:numPr>
    </w:pPr>
  </w:style>
  <w:style w:type="paragraph" w:styleId="ListBullet4">
    <w:name w:val="List Bullet 4"/>
    <w:basedOn w:val="Normal"/>
    <w:rsid w:val="00C13733"/>
    <w:pPr>
      <w:numPr>
        <w:numId w:val="16"/>
      </w:numPr>
    </w:pPr>
  </w:style>
  <w:style w:type="paragraph" w:styleId="ListBullet5">
    <w:name w:val="List Bullet 5"/>
    <w:basedOn w:val="Normal"/>
    <w:rsid w:val="00C13733"/>
    <w:pPr>
      <w:numPr>
        <w:numId w:val="17"/>
      </w:numPr>
    </w:pPr>
  </w:style>
  <w:style w:type="paragraph" w:styleId="ListContinue">
    <w:name w:val="List Continue"/>
    <w:basedOn w:val="Normal"/>
    <w:rsid w:val="00C13733"/>
    <w:pPr>
      <w:spacing w:after="120"/>
      <w:ind w:left="360"/>
    </w:pPr>
  </w:style>
  <w:style w:type="paragraph" w:styleId="ListContinue2">
    <w:name w:val="List Continue 2"/>
    <w:basedOn w:val="Normal"/>
    <w:rsid w:val="00C13733"/>
    <w:pPr>
      <w:spacing w:after="120"/>
      <w:ind w:left="720"/>
    </w:pPr>
  </w:style>
  <w:style w:type="paragraph" w:styleId="ListContinue3">
    <w:name w:val="List Continue 3"/>
    <w:basedOn w:val="Normal"/>
    <w:rsid w:val="00C13733"/>
    <w:pPr>
      <w:spacing w:after="120"/>
      <w:ind w:left="1080"/>
    </w:pPr>
  </w:style>
  <w:style w:type="paragraph" w:styleId="ListContinue4">
    <w:name w:val="List Continue 4"/>
    <w:basedOn w:val="Normal"/>
    <w:rsid w:val="00C13733"/>
    <w:pPr>
      <w:spacing w:after="120"/>
      <w:ind w:left="1440"/>
    </w:pPr>
  </w:style>
  <w:style w:type="paragraph" w:styleId="ListContinue5">
    <w:name w:val="List Continue 5"/>
    <w:basedOn w:val="Normal"/>
    <w:rsid w:val="00C13733"/>
    <w:pPr>
      <w:spacing w:after="120"/>
      <w:ind w:left="1800"/>
    </w:pPr>
  </w:style>
  <w:style w:type="paragraph" w:styleId="ListNumber">
    <w:name w:val="List Number"/>
    <w:basedOn w:val="Normal"/>
    <w:rsid w:val="00C13733"/>
    <w:pPr>
      <w:numPr>
        <w:numId w:val="18"/>
      </w:numPr>
    </w:pPr>
  </w:style>
  <w:style w:type="paragraph" w:styleId="ListNumber2">
    <w:name w:val="List Number 2"/>
    <w:basedOn w:val="Normal"/>
    <w:rsid w:val="00C13733"/>
    <w:pPr>
      <w:numPr>
        <w:numId w:val="19"/>
      </w:numPr>
    </w:pPr>
  </w:style>
  <w:style w:type="paragraph" w:styleId="ListNumber3">
    <w:name w:val="List Number 3"/>
    <w:basedOn w:val="Normal"/>
    <w:rsid w:val="00C13733"/>
    <w:pPr>
      <w:numPr>
        <w:numId w:val="20"/>
      </w:numPr>
    </w:pPr>
  </w:style>
  <w:style w:type="paragraph" w:styleId="ListNumber4">
    <w:name w:val="List Number 4"/>
    <w:basedOn w:val="Normal"/>
    <w:rsid w:val="00C13733"/>
    <w:pPr>
      <w:numPr>
        <w:numId w:val="21"/>
      </w:numPr>
    </w:pPr>
  </w:style>
  <w:style w:type="paragraph" w:styleId="ListNumber5">
    <w:name w:val="List Number 5"/>
    <w:basedOn w:val="Normal"/>
    <w:rsid w:val="00C13733"/>
    <w:pPr>
      <w:numPr>
        <w:numId w:val="22"/>
      </w:numPr>
    </w:pPr>
  </w:style>
  <w:style w:type="paragraph" w:styleId="MacroText">
    <w:name w:val="macro"/>
    <w:semiHidden/>
    <w:rsid w:val="00C137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37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C13733"/>
  </w:style>
  <w:style w:type="paragraph" w:styleId="NormalIndent">
    <w:name w:val="Normal Indent"/>
    <w:basedOn w:val="Normal"/>
    <w:rsid w:val="00C13733"/>
    <w:pPr>
      <w:ind w:left="720"/>
    </w:pPr>
  </w:style>
  <w:style w:type="paragraph" w:styleId="NoteHeading">
    <w:name w:val="Note Heading"/>
    <w:basedOn w:val="Normal"/>
    <w:next w:val="Normal"/>
    <w:rsid w:val="00C13733"/>
  </w:style>
  <w:style w:type="paragraph" w:styleId="PlainText">
    <w:name w:val="Plain Text"/>
    <w:basedOn w:val="Normal"/>
    <w:rsid w:val="00C1373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C13733"/>
  </w:style>
  <w:style w:type="paragraph" w:styleId="Signature">
    <w:name w:val="Signature"/>
    <w:basedOn w:val="Normal"/>
    <w:rsid w:val="00C13733"/>
    <w:pPr>
      <w:ind w:left="4320"/>
    </w:pPr>
  </w:style>
  <w:style w:type="paragraph" w:styleId="Subtitle">
    <w:name w:val="Subtitle"/>
    <w:basedOn w:val="Normal"/>
    <w:qFormat/>
    <w:rsid w:val="00C13733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13733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C13733"/>
  </w:style>
  <w:style w:type="paragraph" w:styleId="Title">
    <w:name w:val="Title"/>
    <w:basedOn w:val="Normal"/>
    <w:qFormat/>
    <w:rsid w:val="00C1373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C13733"/>
    <w:pPr>
      <w:spacing w:before="120"/>
    </w:pPr>
    <w:rPr>
      <w:rFonts w:ascii="Arial" w:hAnsi="Arial" w:cs="Arial"/>
      <w:b/>
      <w:bCs/>
    </w:rPr>
  </w:style>
  <w:style w:type="paragraph" w:styleId="TOC6">
    <w:name w:val="toc 6"/>
    <w:basedOn w:val="Normal"/>
    <w:next w:val="Normal"/>
    <w:autoRedefine/>
    <w:semiHidden/>
    <w:rsid w:val="00C13733"/>
    <w:pPr>
      <w:ind w:left="1200"/>
    </w:pPr>
  </w:style>
  <w:style w:type="paragraph" w:styleId="TOC7">
    <w:name w:val="toc 7"/>
    <w:basedOn w:val="Normal"/>
    <w:next w:val="Normal"/>
    <w:autoRedefine/>
    <w:semiHidden/>
    <w:rsid w:val="00C13733"/>
    <w:pPr>
      <w:ind w:left="1440"/>
    </w:pPr>
  </w:style>
  <w:style w:type="paragraph" w:styleId="TOC8">
    <w:name w:val="toc 8"/>
    <w:basedOn w:val="Normal"/>
    <w:next w:val="Normal"/>
    <w:autoRedefine/>
    <w:semiHidden/>
    <w:rsid w:val="00C13733"/>
    <w:pPr>
      <w:ind w:left="1680"/>
    </w:pPr>
  </w:style>
  <w:style w:type="paragraph" w:styleId="TOC9">
    <w:name w:val="toc 9"/>
    <w:basedOn w:val="Normal"/>
    <w:next w:val="Normal"/>
    <w:autoRedefine/>
    <w:semiHidden/>
    <w:rsid w:val="00C13733"/>
    <w:pPr>
      <w:ind w:left="1920"/>
    </w:pPr>
  </w:style>
  <w:style w:type="paragraph" w:styleId="ListParagraph">
    <w:name w:val="List Paragraph"/>
    <w:basedOn w:val="Normal"/>
    <w:uiPriority w:val="34"/>
    <w:qFormat/>
    <w:rsid w:val="00A9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3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82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7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2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stevens\My%20Documents\Proenergy%20Template\ProEnergy%20Polici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640A7-D117-4D20-BEE4-81A6B4E58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ProEnergy Policies.dot</Template>
  <TotalTime>135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– 2004 Project Plan</vt:lpstr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– 2004 Project Plan</dc:title>
  <dc:creator>John Stevens</dc:creator>
  <cp:lastModifiedBy> </cp:lastModifiedBy>
  <cp:revision>2</cp:revision>
  <cp:lastPrinted>2010-09-07T14:09:00Z</cp:lastPrinted>
  <dcterms:created xsi:type="dcterms:W3CDTF">2010-09-26T18:17:00Z</dcterms:created>
  <dcterms:modified xsi:type="dcterms:W3CDTF">2010-09-26T18:17:00Z</dcterms:modified>
</cp:coreProperties>
</file>